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A02AA" w14:textId="77777777" w:rsidR="001B30FE" w:rsidRDefault="001B30FE" w:rsidP="001B30FE">
      <w:pPr>
        <w:pStyle w:val="Heading1"/>
        <w:numPr>
          <w:ilvl w:val="0"/>
          <w:numId w:val="0"/>
        </w:numPr>
        <w:jc w:val="center"/>
      </w:pPr>
      <w:bookmarkStart w:id="0" w:name="_Toc191024626"/>
      <w:r>
        <w:t>ANNEX 2   fai/isc – fce bID dOCUMENT fORMAT</w:t>
      </w:r>
      <w:bookmarkEnd w:id="0"/>
    </w:p>
    <w:p w14:paraId="2DD51398" w14:textId="77777777" w:rsidR="001B30FE" w:rsidRPr="00C47BE2" w:rsidRDefault="001B30FE" w:rsidP="001B30FE">
      <w:pPr>
        <w:jc w:val="left"/>
        <w:rPr>
          <w:i/>
        </w:rPr>
      </w:pPr>
      <w:r w:rsidRPr="00C47BE2">
        <w:rPr>
          <w:i/>
        </w:rPr>
        <w:t>Note 1: Bids for Indoor Skydiving will only be accepted for inclusion in the agenda for a</w:t>
      </w:r>
      <w:r>
        <w:rPr>
          <w:i/>
        </w:rPr>
        <w:t>n ISC</w:t>
      </w:r>
      <w:r w:rsidRPr="00C47BE2">
        <w:rPr>
          <w:i/>
        </w:rPr>
        <w:t xml:space="preserve"> Plenary Meeting if the proposed Wind Tunnel to be used is already built, fully operational</w:t>
      </w:r>
      <w:r>
        <w:rPr>
          <w:i/>
        </w:rPr>
        <w:t xml:space="preserve"> </w:t>
      </w:r>
      <w:r w:rsidRPr="00C47BE2">
        <w:rPr>
          <w:i/>
        </w:rPr>
        <w:t xml:space="preserve">and open to the public. </w:t>
      </w:r>
    </w:p>
    <w:p w14:paraId="625D6DE8" w14:textId="77777777" w:rsidR="001B30FE" w:rsidRPr="00C47BE2" w:rsidRDefault="001B30FE" w:rsidP="001B30FE">
      <w:pPr>
        <w:jc w:val="left"/>
        <w:rPr>
          <w:i/>
        </w:rPr>
      </w:pPr>
      <w:r w:rsidRPr="00C47BE2">
        <w:rPr>
          <w:i/>
        </w:rPr>
        <w:t>Note 2: all information in a bid needs to be completed in accordance with this Annex 2 before a bid can be accepted for inclusion in the agenda for a</w:t>
      </w:r>
      <w:r>
        <w:rPr>
          <w:i/>
        </w:rPr>
        <w:t>n ISC</w:t>
      </w:r>
      <w:r w:rsidRPr="00C47BE2">
        <w:rPr>
          <w:i/>
        </w:rPr>
        <w:t xml:space="preserve"> Plenary Meeting. </w:t>
      </w:r>
    </w:p>
    <w:p w14:paraId="354E4642" w14:textId="77777777" w:rsidR="001B30FE" w:rsidRDefault="001B30FE" w:rsidP="001B30FE">
      <w:pPr>
        <w:pStyle w:val="BodyText"/>
      </w:pPr>
    </w:p>
    <w:p w14:paraId="16EA17D0" w14:textId="77777777" w:rsidR="001B30FE" w:rsidRPr="00404803" w:rsidRDefault="001B30FE" w:rsidP="001B30FE">
      <w:pPr>
        <w:pStyle w:val="Title"/>
        <w:jc w:val="center"/>
        <w:rPr>
          <w:b w:val="0"/>
          <w:color w:val="000099"/>
        </w:rPr>
      </w:pPr>
      <w:r w:rsidRPr="00DC371F">
        <w:t>FEDERATION AERONAUTIQUE INTERNATIONALE</w:t>
      </w:r>
      <w:r>
        <w:br/>
      </w:r>
      <w:r>
        <w:rPr>
          <w:noProof/>
          <w:lang w:val="nl-NL" w:eastAsia="nl-NL"/>
        </w:rPr>
        <w:drawing>
          <wp:inline distT="0" distB="0" distL="0" distR="0" wp14:anchorId="6F1209A5" wp14:editId="2208F63B">
            <wp:extent cx="1017323" cy="628650"/>
            <wp:effectExtent l="0" t="0" r="0" b="0"/>
            <wp:docPr id="179299611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324" cy="634212"/>
                    </a:xfrm>
                    <a:prstGeom prst="rect">
                      <a:avLst/>
                    </a:prstGeom>
                    <a:noFill/>
                    <a:ln>
                      <a:noFill/>
                    </a:ln>
                  </pic:spPr>
                </pic:pic>
              </a:graphicData>
            </a:graphic>
          </wp:inline>
        </w:drawing>
      </w:r>
    </w:p>
    <w:p w14:paraId="2DA04521" w14:textId="77777777" w:rsidR="001B30FE" w:rsidRDefault="001B30FE" w:rsidP="001B30FE">
      <w:pPr>
        <w:ind w:left="1440" w:hanging="1440"/>
        <w:rPr>
          <w:b/>
        </w:rPr>
      </w:pPr>
      <w:r w:rsidRPr="00404803">
        <w:rPr>
          <w:noProof/>
          <w:color w:val="000099"/>
        </w:rPr>
        <w:br w:type="textWrapping" w:clear="all"/>
      </w:r>
    </w:p>
    <w:p w14:paraId="7888D029" w14:textId="77777777" w:rsidR="001B30FE" w:rsidRPr="003F4B18" w:rsidRDefault="001B30FE" w:rsidP="001B30FE">
      <w:pPr>
        <w:ind w:left="1440" w:hanging="1440"/>
        <w:rPr>
          <w:b/>
        </w:rPr>
      </w:pPr>
    </w:p>
    <w:p w14:paraId="33A6B88B" w14:textId="77777777" w:rsidR="001B30FE" w:rsidRPr="003F4B18" w:rsidRDefault="001B30FE" w:rsidP="001B30FE">
      <w:pPr>
        <w:ind w:left="1440" w:hanging="1440"/>
        <w:jc w:val="center"/>
        <w:rPr>
          <w:b/>
        </w:rPr>
      </w:pPr>
      <w:r w:rsidRPr="003F4B18">
        <w:rPr>
          <w:b/>
        </w:rPr>
        <w:t xml:space="preserve">INTERNATIONAL </w:t>
      </w:r>
      <w:r>
        <w:rPr>
          <w:b/>
        </w:rPr>
        <w:t>SKYDIVING</w:t>
      </w:r>
      <w:r w:rsidRPr="003F4B18">
        <w:rPr>
          <w:b/>
        </w:rPr>
        <w:t xml:space="preserve"> COMMISSION</w:t>
      </w:r>
    </w:p>
    <w:p w14:paraId="1E028BE2" w14:textId="77777777" w:rsidR="001B30FE" w:rsidRPr="003F4B18" w:rsidRDefault="001B30FE" w:rsidP="001B30FE">
      <w:pPr>
        <w:ind w:left="1440" w:hanging="1440"/>
        <w:rPr>
          <w:b/>
        </w:rPr>
      </w:pPr>
    </w:p>
    <w:p w14:paraId="62BD1958" w14:textId="77777777" w:rsidR="001B30FE" w:rsidRPr="003F4B18" w:rsidRDefault="001B30FE" w:rsidP="001B30FE">
      <w:pPr>
        <w:ind w:left="1440" w:hanging="1440"/>
        <w:jc w:val="center"/>
        <w:rPr>
          <w:b/>
        </w:rPr>
      </w:pPr>
      <w:r w:rsidRPr="003F4B18">
        <w:rPr>
          <w:b/>
        </w:rPr>
        <w:t>“BIDDER’S NAME”</w:t>
      </w:r>
    </w:p>
    <w:p w14:paraId="0B82204F" w14:textId="77777777" w:rsidR="001B30FE" w:rsidRPr="003F4B18" w:rsidRDefault="001B30FE" w:rsidP="001B30FE">
      <w:pPr>
        <w:ind w:left="1440" w:hanging="1440"/>
        <w:jc w:val="center"/>
        <w:rPr>
          <w:b/>
        </w:rPr>
      </w:pPr>
      <w:r w:rsidRPr="003F4B18">
        <w:rPr>
          <w:b/>
        </w:rPr>
        <w:t>OFFICIAL BID</w:t>
      </w:r>
      <w:r>
        <w:rPr>
          <w:b/>
        </w:rPr>
        <w:t xml:space="preserve"> FORM</w:t>
      </w:r>
    </w:p>
    <w:p w14:paraId="1A1E3A4A" w14:textId="77777777" w:rsidR="001B30FE" w:rsidRPr="00EB0AD3" w:rsidRDefault="001B30FE" w:rsidP="001B30FE">
      <w:pPr>
        <w:ind w:right="-1" w:hanging="22"/>
        <w:jc w:val="center"/>
        <w:rPr>
          <w:b/>
        </w:rPr>
      </w:pPr>
      <w:r>
        <w:rPr>
          <w:b/>
          <w:noProof/>
        </w:rPr>
        <mc:AlternateContent>
          <mc:Choice Requires="wps">
            <w:drawing>
              <wp:anchor distT="0" distB="0" distL="114300" distR="114300" simplePos="0" relativeHeight="251661312" behindDoc="0" locked="0" layoutInCell="1" allowOverlap="1" wp14:anchorId="4CDAEF81" wp14:editId="0622F8F1">
                <wp:simplePos x="0" y="0"/>
                <wp:positionH relativeFrom="column">
                  <wp:posOffset>5787189</wp:posOffset>
                </wp:positionH>
                <wp:positionV relativeFrom="paragraph">
                  <wp:posOffset>136224</wp:posOffset>
                </wp:positionV>
                <wp:extent cx="12032" cy="595563"/>
                <wp:effectExtent l="0" t="0" r="26670" b="33655"/>
                <wp:wrapNone/>
                <wp:docPr id="1237058767" name="Straight Connector 10"/>
                <wp:cNvGraphicFramePr/>
                <a:graphic xmlns:a="http://schemas.openxmlformats.org/drawingml/2006/main">
                  <a:graphicData uri="http://schemas.microsoft.com/office/word/2010/wordprocessingShape">
                    <wps:wsp>
                      <wps:cNvCnPr/>
                      <wps:spPr>
                        <a:xfrm>
                          <a:off x="0" y="0"/>
                          <a:ext cx="12032" cy="595563"/>
                        </a:xfrm>
                        <a:prstGeom prst="line">
                          <a:avLst/>
                        </a:prstGeom>
                        <a:noFill/>
                        <a:ln w="6350" cap="flat" cmpd="sng" algn="ctr">
                          <a:solidFill>
                            <a:srgbClr val="156082"/>
                          </a:solidFill>
                          <a:prstDash val="solid"/>
                          <a:miter lim="800000"/>
                        </a:ln>
                        <a:effectLst/>
                      </wps:spPr>
                      <wps:bodyPr/>
                    </wps:wsp>
                  </a:graphicData>
                </a:graphic>
              </wp:anchor>
            </w:drawing>
          </mc:Choice>
          <mc:Fallback>
            <w:pict>
              <v:line w14:anchorId="4E37CD39" id="Straight Connector 10"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55.7pt,10.75pt" to="456.65pt,5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" strokecolor="#156082" strokeweight=".5pt">
                <v:stroke joinstyle="miter"/>
              </v:line>
            </w:pict>
          </mc:Fallback>
        </mc:AlternateContent>
      </w:r>
    </w:p>
    <w:p w14:paraId="14AED638" w14:textId="77777777" w:rsidR="001B30FE" w:rsidRPr="006238B7" w:rsidRDefault="001B30FE" w:rsidP="001B30FE">
      <w:pPr>
        <w:pStyle w:val="Default"/>
        <w:ind w:right="-1" w:hanging="22"/>
        <w:jc w:val="center"/>
        <w:rPr>
          <w:b/>
          <w:sz w:val="32"/>
          <w:szCs w:val="32"/>
        </w:rPr>
      </w:pPr>
      <w:r>
        <w:rPr>
          <w:b/>
          <w:color w:val="auto"/>
          <w:sz w:val="32"/>
          <w:szCs w:val="32"/>
        </w:rPr>
        <w:t>“</w:t>
      </w:r>
      <w:r w:rsidRPr="006238B7">
        <w:rPr>
          <w:b/>
          <w:color w:val="auto"/>
          <w:sz w:val="32"/>
          <w:szCs w:val="32"/>
        </w:rPr>
        <w:t>nr</w:t>
      </w:r>
      <w:r w:rsidRPr="006238B7">
        <w:rPr>
          <w:b/>
          <w:color w:val="auto"/>
          <w:sz w:val="32"/>
          <w:szCs w:val="32"/>
          <w:vertAlign w:val="superscript"/>
        </w:rPr>
        <w:t>st/nd</w:t>
      </w:r>
      <w:r>
        <w:rPr>
          <w:b/>
          <w:color w:val="auto"/>
          <w:sz w:val="32"/>
          <w:szCs w:val="32"/>
          <w:vertAlign w:val="superscript"/>
        </w:rPr>
        <w:t>”</w:t>
      </w:r>
      <w:r w:rsidRPr="006238B7">
        <w:rPr>
          <w:b/>
          <w:color w:val="auto"/>
          <w:sz w:val="32"/>
          <w:szCs w:val="32"/>
        </w:rPr>
        <w:t xml:space="preserve"> </w:t>
      </w:r>
      <w:r w:rsidRPr="006238B7">
        <w:rPr>
          <w:b/>
          <w:sz w:val="32"/>
          <w:szCs w:val="32"/>
        </w:rPr>
        <w:t>“Year”</w:t>
      </w:r>
      <w:r>
        <w:rPr>
          <w:b/>
          <w:sz w:val="32"/>
          <w:szCs w:val="32"/>
        </w:rPr>
        <w:t xml:space="preserve"> </w:t>
      </w:r>
      <w:r w:rsidRPr="006238B7">
        <w:rPr>
          <w:b/>
          <w:color w:val="auto"/>
          <w:sz w:val="32"/>
          <w:szCs w:val="32"/>
        </w:rPr>
        <w:t xml:space="preserve">FAI </w:t>
      </w:r>
      <w:r>
        <w:rPr>
          <w:b/>
          <w:color w:val="auto"/>
          <w:sz w:val="32"/>
          <w:szCs w:val="32"/>
        </w:rPr>
        <w:t>“</w:t>
      </w:r>
      <w:r w:rsidRPr="006238B7">
        <w:rPr>
          <w:b/>
          <w:color w:val="auto"/>
          <w:sz w:val="32"/>
          <w:szCs w:val="32"/>
        </w:rPr>
        <w:t>World</w:t>
      </w:r>
      <w:r>
        <w:rPr>
          <w:b/>
          <w:color w:val="auto"/>
          <w:sz w:val="32"/>
          <w:szCs w:val="32"/>
        </w:rPr>
        <w:t>/Continental”</w:t>
      </w:r>
      <w:r w:rsidRPr="006238B7">
        <w:rPr>
          <w:b/>
          <w:color w:val="auto"/>
          <w:sz w:val="32"/>
          <w:szCs w:val="32"/>
        </w:rPr>
        <w:t xml:space="preserve"> </w:t>
      </w:r>
      <w:r>
        <w:rPr>
          <w:b/>
          <w:color w:val="auto"/>
          <w:sz w:val="32"/>
          <w:szCs w:val="32"/>
        </w:rPr>
        <w:t>“Skydiving/Indoor Skydiving”</w:t>
      </w:r>
      <w:r w:rsidRPr="006238B7">
        <w:rPr>
          <w:b/>
          <w:color w:val="auto"/>
          <w:sz w:val="32"/>
          <w:szCs w:val="32"/>
        </w:rPr>
        <w:t xml:space="preserve"> </w:t>
      </w:r>
      <w:r>
        <w:rPr>
          <w:b/>
          <w:color w:val="auto"/>
          <w:sz w:val="32"/>
          <w:szCs w:val="32"/>
        </w:rPr>
        <w:t>“</w:t>
      </w:r>
      <w:r w:rsidRPr="006238B7">
        <w:rPr>
          <w:b/>
          <w:color w:val="auto"/>
          <w:sz w:val="32"/>
          <w:szCs w:val="32"/>
        </w:rPr>
        <w:t>Championships</w:t>
      </w:r>
      <w:r>
        <w:rPr>
          <w:b/>
          <w:color w:val="auto"/>
          <w:sz w:val="32"/>
          <w:szCs w:val="32"/>
        </w:rPr>
        <w:t>/World Cup” of “event(s)”</w:t>
      </w:r>
    </w:p>
    <w:p w14:paraId="125CD1B4" w14:textId="77777777" w:rsidR="001B30FE" w:rsidRPr="0086763A" w:rsidRDefault="001B30FE" w:rsidP="001B30FE">
      <w:pPr>
        <w:rPr>
          <w:lang w:val="en-CA"/>
        </w:rPr>
      </w:pPr>
    </w:p>
    <w:p w14:paraId="0DE59214" w14:textId="77777777" w:rsidR="001B30FE" w:rsidRPr="00EB0AD3" w:rsidRDefault="001B30FE" w:rsidP="001B30FE">
      <w:pPr>
        <w:numPr>
          <w:ilvl w:val="0"/>
          <w:numId w:val="28"/>
        </w:numPr>
        <w:spacing w:before="0"/>
        <w:ind w:left="0" w:firstLine="0"/>
      </w:pPr>
      <w:r w:rsidRPr="00EB0AD3">
        <w:t>Event Organisers</w:t>
      </w:r>
    </w:p>
    <w:p w14:paraId="3B21B8C5" w14:textId="77777777" w:rsidR="001B30FE" w:rsidRPr="00CF102B" w:rsidRDefault="001B30FE" w:rsidP="001B30FE">
      <w:pPr>
        <w:ind w:left="1065"/>
      </w:pPr>
    </w:p>
    <w:p w14:paraId="17BA3D8D" w14:textId="77777777" w:rsidR="001B30FE" w:rsidRPr="002F6099" w:rsidRDefault="001B30FE" w:rsidP="001B30FE">
      <w:pPr>
        <w:ind w:hanging="709"/>
        <w:jc w:val="left"/>
      </w:pPr>
      <w:r w:rsidRPr="002F6099">
        <w:tab/>
        <w:t xml:space="preserve">Provide name, address, telephone numbers, </w:t>
      </w:r>
      <w:r>
        <w:t>e-</w:t>
      </w:r>
      <w:r w:rsidRPr="002F6099">
        <w:t>mail and contact name for:</w:t>
      </w:r>
      <w:r>
        <w:br/>
      </w:r>
    </w:p>
    <w:p w14:paraId="5ED817D9" w14:textId="77777777" w:rsidR="001B30FE" w:rsidRDefault="001B30FE" w:rsidP="001B30FE">
      <w:pPr>
        <w:numPr>
          <w:ilvl w:val="1"/>
          <w:numId w:val="27"/>
        </w:numPr>
        <w:spacing w:before="0" w:after="120"/>
      </w:pPr>
      <w:r>
        <w:t>FAI Member/</w:t>
      </w:r>
      <w:r w:rsidRPr="002F6099">
        <w:t>NAC</w:t>
      </w:r>
    </w:p>
    <w:p w14:paraId="2317C091" w14:textId="77777777" w:rsidR="001B30FE" w:rsidRDefault="001B30FE" w:rsidP="001B30FE">
      <w:pPr>
        <w:ind w:left="705"/>
      </w:pPr>
      <w:r>
        <w:t>Name:</w:t>
      </w:r>
      <w:r>
        <w:br/>
        <w:t>Address:</w:t>
      </w:r>
      <w:r>
        <w:br/>
        <w:t>Zip:</w:t>
      </w:r>
      <w:r>
        <w:br/>
        <w:t>City:</w:t>
      </w:r>
      <w:r>
        <w:br/>
        <w:t>Country:</w:t>
      </w:r>
      <w:r>
        <w:br/>
        <w:t>Telephone:</w:t>
      </w:r>
      <w:r>
        <w:br/>
        <w:t xml:space="preserve">E-mail: </w:t>
      </w:r>
    </w:p>
    <w:p w14:paraId="61434142" w14:textId="77777777" w:rsidR="001B30FE" w:rsidRDefault="001B30FE" w:rsidP="001B30FE">
      <w:pPr>
        <w:numPr>
          <w:ilvl w:val="1"/>
          <w:numId w:val="27"/>
        </w:numPr>
        <w:spacing w:before="0" w:after="120"/>
      </w:pPr>
      <w:r>
        <w:t>National Parachute Federation (if different from 1.1)</w:t>
      </w:r>
    </w:p>
    <w:p w14:paraId="6C2B5EDC" w14:textId="77777777" w:rsidR="001B30FE" w:rsidRDefault="001B30FE" w:rsidP="001B30FE">
      <w:pPr>
        <w:ind w:left="705"/>
      </w:pPr>
      <w:r>
        <w:t>Name:</w:t>
      </w:r>
      <w:r>
        <w:br/>
        <w:t>Address:</w:t>
      </w:r>
      <w:r>
        <w:br/>
        <w:t>Zip:</w:t>
      </w:r>
      <w:r>
        <w:br/>
        <w:t>City:</w:t>
      </w:r>
      <w:r>
        <w:br/>
        <w:t>Country:</w:t>
      </w:r>
      <w:r>
        <w:br/>
        <w:t>Telephone:</w:t>
      </w:r>
      <w:r>
        <w:br/>
        <w:t xml:space="preserve">E-mail: </w:t>
      </w:r>
      <w:r>
        <w:br/>
      </w:r>
      <w:r>
        <w:lastRenderedPageBreak/>
        <w:br/>
      </w:r>
    </w:p>
    <w:p w14:paraId="56E30E9D" w14:textId="77777777" w:rsidR="001B30FE" w:rsidRDefault="001B30FE" w:rsidP="001B30FE">
      <w:pPr>
        <w:numPr>
          <w:ilvl w:val="1"/>
          <w:numId w:val="27"/>
        </w:numPr>
        <w:spacing w:before="0" w:after="120"/>
      </w:pPr>
      <w:r>
        <w:t>ISC</w:t>
      </w:r>
      <w:r w:rsidRPr="002F6099">
        <w:t xml:space="preserve"> Delegate</w:t>
      </w:r>
    </w:p>
    <w:p w14:paraId="5FB47E11" w14:textId="77777777" w:rsidR="001B30FE" w:rsidRPr="002F6099" w:rsidRDefault="001B30FE" w:rsidP="001B30FE">
      <w:pPr>
        <w:ind w:left="705"/>
      </w:pPr>
      <w:r>
        <w:t xml:space="preserve">Name: </w:t>
      </w:r>
      <w:r>
        <w:br/>
        <w:t xml:space="preserve">p/a NAC address: </w:t>
      </w:r>
    </w:p>
    <w:p w14:paraId="2A5534A2" w14:textId="77777777" w:rsidR="001B30FE" w:rsidRDefault="001B30FE" w:rsidP="001B30FE">
      <w:pPr>
        <w:numPr>
          <w:ilvl w:val="1"/>
          <w:numId w:val="27"/>
        </w:numPr>
        <w:spacing w:before="0" w:after="120"/>
      </w:pPr>
      <w:r>
        <w:t>Organising Committee</w:t>
      </w:r>
      <w:r w:rsidRPr="002F6099">
        <w:t xml:space="preserve"> (if different from 1</w:t>
      </w:r>
      <w:r>
        <w:t>.1</w:t>
      </w:r>
      <w:r w:rsidRPr="002F6099">
        <w:t xml:space="preserve"> or </w:t>
      </w:r>
      <w:r>
        <w:t>1.</w:t>
      </w:r>
      <w:r w:rsidRPr="002F6099">
        <w:t>2 above)</w:t>
      </w:r>
    </w:p>
    <w:p w14:paraId="21D0F841" w14:textId="77777777" w:rsidR="001B30FE" w:rsidRDefault="001B30FE" w:rsidP="001B30FE">
      <w:pPr>
        <w:ind w:left="705"/>
      </w:pPr>
      <w:r>
        <w:t>Name:</w:t>
      </w:r>
      <w:r>
        <w:br/>
        <w:t>Address:</w:t>
      </w:r>
      <w:r>
        <w:br/>
        <w:t>Zip:</w:t>
      </w:r>
      <w:r>
        <w:br/>
        <w:t>City:</w:t>
      </w:r>
      <w:r>
        <w:br/>
        <w:t>Country:</w:t>
      </w:r>
      <w:r>
        <w:br/>
        <w:t>Telephone:</w:t>
      </w:r>
      <w:r>
        <w:br/>
        <w:t xml:space="preserve">E-mail: </w:t>
      </w:r>
    </w:p>
    <w:p w14:paraId="68D0A170" w14:textId="77777777" w:rsidR="001B30FE" w:rsidRDefault="001B30FE" w:rsidP="001B30FE">
      <w:pPr>
        <w:numPr>
          <w:ilvl w:val="1"/>
          <w:numId w:val="27"/>
        </w:numPr>
        <w:spacing w:before="0" w:after="120"/>
      </w:pPr>
      <w:r>
        <w:t>Application fee</w:t>
      </w:r>
    </w:p>
    <w:p w14:paraId="26CE3F00" w14:textId="77777777" w:rsidR="001B30FE" w:rsidRDefault="001B30FE" w:rsidP="001B30FE">
      <w:pPr>
        <w:ind w:left="705"/>
        <w:jc w:val="left"/>
      </w:pPr>
      <w:r>
        <w:t>Proof of payment (scan of bank wire transfer, at the end of the bid)</w:t>
      </w:r>
      <w:r>
        <w:br/>
        <w:t>Banking information for ISC refunds to the Organiser or the NAC needed for a return of the application fee if the bid is not accepted.</w:t>
      </w:r>
      <w:r>
        <w:br/>
        <w:t>a) Account Name</w:t>
      </w:r>
      <w:r>
        <w:br/>
        <w:t>b) Account Number</w:t>
      </w:r>
      <w:r>
        <w:br/>
        <w:t>c) IBAN</w:t>
      </w:r>
      <w:r>
        <w:br/>
        <w:t>d) BIC / SWIFT</w:t>
      </w:r>
      <w:r>
        <w:br/>
        <w:t>e) Bank name and address (including any beneficiary/intermediary bank details if relevant)</w:t>
      </w:r>
    </w:p>
    <w:p w14:paraId="51539966" w14:textId="77777777" w:rsidR="001B30FE" w:rsidRPr="003F4B18" w:rsidRDefault="001B30FE" w:rsidP="001B30FE">
      <w:pPr>
        <w:ind w:left="709" w:hanging="709"/>
        <w:jc w:val="left"/>
        <w:rPr>
          <w:color w:val="000000"/>
        </w:rPr>
      </w:pPr>
      <w:r>
        <w:t>1.6</w:t>
      </w:r>
      <w:r>
        <w:tab/>
      </w:r>
      <w:r w:rsidRPr="00437301">
        <w:t>Commercial rights</w:t>
      </w:r>
      <w:r>
        <w:br/>
      </w:r>
      <w:r w:rsidRPr="003F4B18">
        <w:rPr>
          <w:color w:val="000000"/>
        </w:rPr>
        <w:t>As per FAI rulings</w:t>
      </w:r>
      <w:r>
        <w:rPr>
          <w:color w:val="000000"/>
        </w:rPr>
        <w:t>.</w:t>
      </w:r>
    </w:p>
    <w:p w14:paraId="0F30B2F4" w14:textId="77777777" w:rsidR="001B30FE" w:rsidRDefault="001B30FE" w:rsidP="001B30FE">
      <w:pPr>
        <w:numPr>
          <w:ilvl w:val="1"/>
          <w:numId w:val="28"/>
        </w:numPr>
        <w:spacing w:before="0" w:after="120"/>
        <w:ind w:left="709" w:hanging="720"/>
        <w:jc w:val="left"/>
        <w:rPr>
          <w:color w:val="000000"/>
        </w:rPr>
      </w:pPr>
      <w:r w:rsidRPr="00C47BE2">
        <w:t>Distribution of revenue</w:t>
      </w:r>
      <w:r>
        <w:rPr>
          <w:color w:val="000000"/>
        </w:rPr>
        <w:br/>
      </w:r>
      <w:r w:rsidRPr="003F4B18">
        <w:rPr>
          <w:color w:val="000000"/>
        </w:rPr>
        <w:t>A</w:t>
      </w:r>
      <w:r>
        <w:rPr>
          <w:color w:val="000000"/>
        </w:rPr>
        <w:t>ccording to FAI by-laws 5.2.1</w:t>
      </w:r>
    </w:p>
    <w:p w14:paraId="5A4DE666" w14:textId="77777777" w:rsidR="001B30FE" w:rsidRPr="00EB0AD3" w:rsidRDefault="001B30FE" w:rsidP="001B30FE">
      <w:pPr>
        <w:ind w:left="709" w:hanging="709"/>
      </w:pPr>
      <w:r w:rsidRPr="00EB0AD3">
        <w:t>2</w:t>
      </w:r>
      <w:r w:rsidRPr="00EB0AD3">
        <w:tab/>
        <w:t>Event Details</w:t>
      </w:r>
    </w:p>
    <w:p w14:paraId="798CB3E3" w14:textId="77777777" w:rsidR="001B30FE" w:rsidRDefault="001B30FE" w:rsidP="001B30FE">
      <w:pPr>
        <w:ind w:left="709" w:hanging="709"/>
      </w:pPr>
      <w:r w:rsidRPr="002F6099">
        <w:t>2.1</w:t>
      </w:r>
      <w:r w:rsidRPr="002F6099">
        <w:tab/>
        <w:t>Full Name of the Event</w:t>
      </w:r>
    </w:p>
    <w:p w14:paraId="25DE0DB1" w14:textId="77777777" w:rsidR="001B30FE" w:rsidRPr="002F6099" w:rsidRDefault="001B30FE" w:rsidP="001B30FE">
      <w:pPr>
        <w:ind w:left="709" w:hanging="709"/>
        <w:jc w:val="left"/>
      </w:pPr>
      <w:r>
        <w:tab/>
        <w:t>“nr</w:t>
      </w:r>
      <w:r w:rsidRPr="00DC371F">
        <w:rPr>
          <w:vertAlign w:val="superscript"/>
        </w:rPr>
        <w:t>st</w:t>
      </w:r>
      <w:r>
        <w:rPr>
          <w:vertAlign w:val="superscript"/>
        </w:rPr>
        <w:t>/nd</w:t>
      </w:r>
      <w:r>
        <w:t>“ “year” FAI “World/Continental” “Skydiving/Indoor Skydiving” “Championships/World Cup” of “event(s)” (as per FAI naming policy)</w:t>
      </w:r>
    </w:p>
    <w:p w14:paraId="52C00D73" w14:textId="77777777" w:rsidR="001B30FE" w:rsidRPr="002F6099" w:rsidRDefault="001B30FE" w:rsidP="001B30FE">
      <w:pPr>
        <w:ind w:left="709" w:hanging="709"/>
      </w:pPr>
      <w:r w:rsidRPr="002F6099">
        <w:t>2.2</w:t>
      </w:r>
      <w:r w:rsidRPr="002F6099">
        <w:tab/>
        <w:t xml:space="preserve">Letters of approval </w:t>
      </w:r>
      <w:r>
        <w:t>from the FAI Member/</w:t>
      </w:r>
      <w:r w:rsidRPr="002F6099">
        <w:t>NAC, National Parachute Federation, Ministry of Tourism</w:t>
      </w:r>
      <w:r>
        <w:t xml:space="preserve"> / Interior</w:t>
      </w:r>
      <w:r w:rsidRPr="002F6099">
        <w:t>, Military Authorities</w:t>
      </w:r>
      <w:r>
        <w:t>,</w:t>
      </w:r>
      <w:r w:rsidRPr="002F6099">
        <w:t xml:space="preserve"> etc. If approval is not forthcoming, then a letter of no objection should be obtained.</w:t>
      </w:r>
    </w:p>
    <w:p w14:paraId="2CD0DFED" w14:textId="77777777" w:rsidR="001B30FE" w:rsidRPr="002F6099" w:rsidRDefault="001B30FE" w:rsidP="001B30FE">
      <w:pPr>
        <w:ind w:left="709" w:hanging="709"/>
      </w:pPr>
      <w:r w:rsidRPr="002F6099">
        <w:t>2.3</w:t>
      </w:r>
      <w:r w:rsidRPr="002F6099">
        <w:tab/>
        <w:t>Disciplines to be contested. If Canopy Piloting is included, a full description, with diagrams, pictures etc</w:t>
      </w:r>
      <w:r>
        <w:t>.</w:t>
      </w:r>
      <w:r w:rsidRPr="002F6099">
        <w:t xml:space="preserve">, of the courses proposed to be </w:t>
      </w:r>
      <w:r w:rsidRPr="00C47BE2">
        <w:t>used must be included at</w:t>
      </w:r>
      <w:r>
        <w:t xml:space="preserve"> the end of the bid.</w:t>
      </w:r>
    </w:p>
    <w:p w14:paraId="642B5732" w14:textId="77777777" w:rsidR="001B30FE" w:rsidRDefault="001B30FE" w:rsidP="001B30FE">
      <w:pPr>
        <w:ind w:left="709" w:hanging="709"/>
      </w:pPr>
      <w:r w:rsidRPr="002F6099">
        <w:t>2.4</w:t>
      </w:r>
      <w:r w:rsidRPr="002F6099">
        <w:tab/>
        <w:t>Event Dates</w:t>
      </w:r>
      <w:r>
        <w:t xml:space="preserve"> – t</w:t>
      </w:r>
      <w:r w:rsidRPr="002F6099">
        <w:t>he time period must comply with that set out in the Competition Rules</w:t>
      </w:r>
      <w:r>
        <w:t xml:space="preserve"> and the Sporting Code Section 5</w:t>
      </w:r>
      <w:r w:rsidRPr="002F6099">
        <w:t>.</w:t>
      </w:r>
      <w:r>
        <w:t xml:space="preserve"> </w:t>
      </w:r>
    </w:p>
    <w:p w14:paraId="6DBCF9AB" w14:textId="77777777" w:rsidR="001B30FE" w:rsidRPr="005D4441" w:rsidRDefault="001B30FE" w:rsidP="001B30FE">
      <w:pPr>
        <w:ind w:left="709" w:hanging="709"/>
      </w:pPr>
      <w:r>
        <w:tab/>
      </w:r>
      <w:r w:rsidRPr="005D4441">
        <w:t>Complete program</w:t>
      </w:r>
      <w:r>
        <w:t xml:space="preserve"> / </w:t>
      </w:r>
      <w:r w:rsidRPr="005D4441">
        <w:t xml:space="preserve">Competition dates and schedule: </w:t>
      </w:r>
    </w:p>
    <w:p w14:paraId="05C31387" w14:textId="77777777" w:rsidR="001B30FE" w:rsidRPr="00F74269" w:rsidRDefault="001B30FE" w:rsidP="001B30FE">
      <w:pPr>
        <w:ind w:left="709"/>
        <w:jc w:val="left"/>
      </w:pPr>
      <w:r w:rsidRPr="00F74269">
        <w:t>Official arrival day</w:t>
      </w:r>
      <w:r>
        <w:tab/>
      </w:r>
      <w:r>
        <w:tab/>
      </w:r>
      <w:r>
        <w:tab/>
        <w:t>date</w:t>
      </w:r>
      <w:r>
        <w:tab/>
      </w:r>
      <w:r>
        <w:tab/>
        <w:t>time</w:t>
      </w:r>
      <w:r>
        <w:br/>
        <w:t>Official practice day(s)</w:t>
      </w:r>
      <w:r>
        <w:tab/>
      </w:r>
      <w:r>
        <w:tab/>
      </w:r>
      <w:r w:rsidRPr="00F74269">
        <w:tab/>
      </w:r>
      <w:r>
        <w:t>date</w:t>
      </w:r>
      <w:r>
        <w:tab/>
      </w:r>
      <w:r>
        <w:tab/>
        <w:t>time</w:t>
      </w:r>
      <w:r>
        <w:br/>
      </w:r>
      <w:r w:rsidRPr="00F74269">
        <w:t xml:space="preserve">Opening </w:t>
      </w:r>
      <w:r>
        <w:t>c</w:t>
      </w:r>
      <w:r w:rsidRPr="00F74269">
        <w:t>eremony</w:t>
      </w:r>
      <w:r w:rsidRPr="00F74269">
        <w:tab/>
      </w:r>
      <w:r w:rsidRPr="00F74269">
        <w:tab/>
        <w:t xml:space="preserve"> </w:t>
      </w:r>
      <w:r w:rsidRPr="00F74269">
        <w:tab/>
      </w:r>
      <w:r>
        <w:t>date</w:t>
      </w:r>
      <w:r>
        <w:tab/>
      </w:r>
      <w:r>
        <w:tab/>
        <w:t>time</w:t>
      </w:r>
      <w:r>
        <w:br/>
        <w:t>Competition starts</w:t>
      </w:r>
      <w:r>
        <w:tab/>
      </w:r>
      <w:r>
        <w:tab/>
      </w:r>
      <w:r>
        <w:tab/>
        <w:t>date</w:t>
      </w:r>
      <w:r>
        <w:tab/>
      </w:r>
      <w:r>
        <w:tab/>
        <w:t>time</w:t>
      </w:r>
      <w:r w:rsidRPr="00F74269">
        <w:br/>
        <w:t xml:space="preserve">Competition ends </w:t>
      </w:r>
      <w:r>
        <w:t>(last take off/flight)</w:t>
      </w:r>
      <w:r>
        <w:tab/>
        <w:t>date</w:t>
      </w:r>
      <w:r>
        <w:tab/>
      </w:r>
      <w:r>
        <w:tab/>
        <w:t>time</w:t>
      </w:r>
      <w:r>
        <w:br/>
      </w:r>
      <w:r w:rsidRPr="00437301">
        <w:t>Competitors meeting (provisional)</w:t>
      </w:r>
      <w:r w:rsidRPr="00437301">
        <w:tab/>
        <w:t>date</w:t>
      </w:r>
      <w:r w:rsidRPr="00437301">
        <w:tab/>
      </w:r>
      <w:r w:rsidRPr="00437301">
        <w:tab/>
        <w:t>time</w:t>
      </w:r>
      <w:r w:rsidRPr="00437301">
        <w:br/>
      </w:r>
      <w:r w:rsidRPr="00F74269">
        <w:t xml:space="preserve">Award </w:t>
      </w:r>
      <w:r>
        <w:t>c</w:t>
      </w:r>
      <w:r w:rsidRPr="00F74269">
        <w:t xml:space="preserve">eremony </w:t>
      </w:r>
      <w:r>
        <w:tab/>
      </w:r>
      <w:r>
        <w:tab/>
      </w:r>
      <w:r>
        <w:tab/>
        <w:t>date</w:t>
      </w:r>
      <w:r>
        <w:tab/>
      </w:r>
      <w:r>
        <w:tab/>
        <w:t>time</w:t>
      </w:r>
      <w:r>
        <w:br/>
        <w:t>Banquet &amp; closing p</w:t>
      </w:r>
      <w:r w:rsidRPr="00F74269">
        <w:t>arty</w:t>
      </w:r>
      <w:r w:rsidRPr="00F74269">
        <w:tab/>
      </w:r>
      <w:r>
        <w:tab/>
      </w:r>
      <w:r>
        <w:tab/>
        <w:t>date</w:t>
      </w:r>
      <w:r>
        <w:tab/>
      </w:r>
      <w:r>
        <w:tab/>
        <w:t>time</w:t>
      </w:r>
      <w:r>
        <w:br/>
      </w:r>
      <w:r w:rsidRPr="00F74269">
        <w:t>Departure day</w:t>
      </w:r>
      <w:r w:rsidRPr="00F74269">
        <w:tab/>
      </w:r>
      <w:r w:rsidRPr="00F74269">
        <w:tab/>
      </w:r>
      <w:r w:rsidRPr="00F74269">
        <w:tab/>
      </w:r>
      <w:r w:rsidRPr="00F74269">
        <w:tab/>
      </w:r>
      <w:r>
        <w:t>date</w:t>
      </w:r>
    </w:p>
    <w:p w14:paraId="27D0E601" w14:textId="77777777" w:rsidR="001B30FE" w:rsidRDefault="001B30FE" w:rsidP="001B30FE">
      <w:pPr>
        <w:ind w:left="709" w:hanging="709"/>
      </w:pPr>
      <w:r>
        <w:t>2.5</w:t>
      </w:r>
      <w:r>
        <w:tab/>
        <w:t>Location of Event (</w:t>
      </w:r>
      <w:r w:rsidRPr="002F6099">
        <w:t>City, Airport</w:t>
      </w:r>
      <w:r>
        <w:t>, etc.</w:t>
      </w:r>
      <w:r w:rsidRPr="002F6099">
        <w:t>)</w:t>
      </w:r>
    </w:p>
    <w:p w14:paraId="1414848A" w14:textId="77777777" w:rsidR="001B30FE" w:rsidRDefault="001B30FE" w:rsidP="001B30FE">
      <w:pPr>
        <w:ind w:left="709"/>
      </w:pPr>
      <w:r>
        <w:t xml:space="preserve">A map with the venue, in relation to major cities. </w:t>
      </w:r>
    </w:p>
    <w:p w14:paraId="722D633E" w14:textId="77777777" w:rsidR="001B30FE" w:rsidRPr="002F6099" w:rsidRDefault="001B30FE" w:rsidP="001B30FE">
      <w:pPr>
        <w:ind w:left="709" w:hanging="709"/>
        <w:jc w:val="left"/>
      </w:pPr>
      <w:r w:rsidRPr="002F6099">
        <w:lastRenderedPageBreak/>
        <w:t>2.6</w:t>
      </w:r>
      <w:r w:rsidRPr="002F6099">
        <w:tab/>
        <w:t>Details of access to</w:t>
      </w:r>
      <w:r>
        <w:t xml:space="preserve"> location by air (recommended main airport, other airports, with relevant road and rail connections (</w:t>
      </w:r>
      <w:r w:rsidRPr="002F6099">
        <w:t>including timetables</w:t>
      </w:r>
      <w:r>
        <w:t>, car rental possibilities,</w:t>
      </w:r>
      <w:r w:rsidRPr="002F6099">
        <w:t xml:space="preserve"> and </w:t>
      </w:r>
      <w:r>
        <w:t>(if included in the bid) pickup arrangements with costs.</w:t>
      </w:r>
    </w:p>
    <w:p w14:paraId="52453BCE" w14:textId="77777777" w:rsidR="001B30FE" w:rsidRPr="002F6099" w:rsidRDefault="001B30FE" w:rsidP="001B30FE">
      <w:pPr>
        <w:ind w:left="709" w:hanging="709"/>
        <w:jc w:val="left"/>
      </w:pPr>
      <w:r w:rsidRPr="002F6099">
        <w:t>2.7</w:t>
      </w:r>
      <w:r w:rsidRPr="002F6099">
        <w:tab/>
        <w:t>Weather conditions</w:t>
      </w:r>
      <w:r>
        <w:t>. I</w:t>
      </w:r>
      <w:r w:rsidRPr="002F6099">
        <w:t xml:space="preserve">nclude statistics, based on the previous </w:t>
      </w:r>
      <w:r w:rsidRPr="003D5D4B">
        <w:t>five</w:t>
      </w:r>
      <w:r>
        <w:rPr>
          <w:color w:val="FF0000"/>
        </w:rPr>
        <w:t xml:space="preserve"> </w:t>
      </w:r>
      <w:r w:rsidRPr="002F6099">
        <w:t>years, for period/location covering wind speeds and direction, temperatures, sunshine hours, cloud cover, rainfall, sunrise a</w:t>
      </w:r>
      <w:r>
        <w:t>nd sunset times, etc.</w:t>
      </w:r>
    </w:p>
    <w:p w14:paraId="45143875" w14:textId="77777777" w:rsidR="001B30FE" w:rsidRPr="002F6099" w:rsidRDefault="001B30FE" w:rsidP="001B30FE">
      <w:pPr>
        <w:ind w:left="709" w:hanging="709"/>
        <w:jc w:val="left"/>
      </w:pPr>
      <w:r w:rsidRPr="002F6099">
        <w:t>2.8</w:t>
      </w:r>
      <w:r w:rsidRPr="002F6099">
        <w:tab/>
        <w:t>Airspace restrictions, if any</w:t>
      </w:r>
      <w:r>
        <w:t>. B</w:t>
      </w:r>
      <w:r w:rsidRPr="002F6099">
        <w:t>e very specific on details of NOTAMS, altitude</w:t>
      </w:r>
      <w:r>
        <w:t>,</w:t>
      </w:r>
      <w:r w:rsidRPr="002F6099">
        <w:t xml:space="preserve"> etc</w:t>
      </w:r>
      <w:r>
        <w:t>.</w:t>
      </w:r>
      <w:r w:rsidRPr="002F6099">
        <w:t xml:space="preserve"> and include a document or letter from the relevant authorities confirming that no airspace restrictions will apply during th</w:t>
      </w:r>
      <w:r>
        <w:t>e training period and competition.</w:t>
      </w:r>
    </w:p>
    <w:p w14:paraId="33C6CC8D" w14:textId="77777777" w:rsidR="001B30FE" w:rsidRPr="002F6099" w:rsidRDefault="001B30FE" w:rsidP="001B30FE">
      <w:pPr>
        <w:ind w:left="709" w:hanging="709"/>
        <w:jc w:val="left"/>
      </w:pPr>
      <w:r>
        <w:t>2.9</w:t>
      </w:r>
      <w:r>
        <w:tab/>
        <w:t>Landowner restrictions. I</w:t>
      </w:r>
      <w:r w:rsidRPr="002F6099">
        <w:t xml:space="preserve">f </w:t>
      </w:r>
      <w:r>
        <w:t xml:space="preserve">there are </w:t>
      </w:r>
      <w:r w:rsidRPr="002F6099">
        <w:t>any</w:t>
      </w:r>
      <w:r>
        <w:t>, a g</w:t>
      </w:r>
      <w:r w:rsidRPr="002F6099">
        <w:t>uarantee of access</w:t>
      </w:r>
      <w:r>
        <w:t>,</w:t>
      </w:r>
      <w:r w:rsidRPr="002F6099">
        <w:t xml:space="preserve"> confirmed by letter</w:t>
      </w:r>
      <w:r>
        <w:t>, is required</w:t>
      </w:r>
      <w:r w:rsidRPr="002F6099">
        <w:t>. If the competition site is on an active military base or other restricted area, confirmation is required in writing from the relevant authorities that unrestricted access will be given to the site for competitors, acco</w:t>
      </w:r>
      <w:r>
        <w:t>mpanying persons and spectators.</w:t>
      </w:r>
    </w:p>
    <w:p w14:paraId="6CA21436" w14:textId="77777777" w:rsidR="001B30FE" w:rsidRDefault="001B30FE" w:rsidP="001B30FE">
      <w:pPr>
        <w:ind w:left="709" w:hanging="709"/>
      </w:pPr>
      <w:r w:rsidRPr="002F6099">
        <w:t>2.10</w:t>
      </w:r>
      <w:r w:rsidRPr="002F6099">
        <w:tab/>
        <w:t xml:space="preserve">Details of </w:t>
      </w:r>
      <w:r>
        <w:t xml:space="preserve">event insurance  </w:t>
      </w:r>
    </w:p>
    <w:p w14:paraId="20EE5767" w14:textId="77777777" w:rsidR="001B30FE" w:rsidRPr="003F4B18" w:rsidRDefault="001B30FE" w:rsidP="001B30FE">
      <w:pPr>
        <w:ind w:left="709" w:hanging="709"/>
        <w:jc w:val="left"/>
        <w:rPr>
          <w:color w:val="000000"/>
        </w:rPr>
      </w:pPr>
      <w:r>
        <w:tab/>
      </w:r>
      <w:r w:rsidRPr="3793511B">
        <w:t>The</w:t>
      </w:r>
      <w:r>
        <w:t xml:space="preserve"> Organiser</w:t>
      </w:r>
      <w:r w:rsidRPr="3793511B">
        <w:t xml:space="preserve"> shall arrange insurance coverage in an adequate amount in connection with the</w:t>
      </w:r>
      <w:r>
        <w:t xml:space="preserve"> event</w:t>
      </w:r>
      <w:r w:rsidRPr="3793511B">
        <w:t xml:space="preserve"> including public liability insurance meeting the applicable legal specifications. This coverage must be presented to the FAI at the earliest opportunity, but at the latest before the start of the </w:t>
      </w:r>
      <w:r>
        <w:t xml:space="preserve">event. </w:t>
      </w:r>
      <w:r>
        <w:br/>
      </w:r>
      <w:r w:rsidRPr="3793511B">
        <w:rPr>
          <w:rFonts w:eastAsia="Arial"/>
        </w:rPr>
        <w:t xml:space="preserve">The FAI, its respective directors, employees and assigned </w:t>
      </w:r>
      <w:r>
        <w:rPr>
          <w:rFonts w:eastAsia="Arial"/>
        </w:rPr>
        <w:t xml:space="preserve">event </w:t>
      </w:r>
      <w:r w:rsidRPr="3793511B">
        <w:rPr>
          <w:rFonts w:eastAsia="Arial"/>
        </w:rPr>
        <w:t>Personnel shall be designated as additional insured parties</w:t>
      </w:r>
      <w:r>
        <w:rPr>
          <w:rFonts w:eastAsia="Arial"/>
        </w:rPr>
        <w:t>.</w:t>
      </w:r>
    </w:p>
    <w:p w14:paraId="729BC097" w14:textId="77777777" w:rsidR="001B30FE" w:rsidRDefault="001B30FE" w:rsidP="001B30FE">
      <w:pPr>
        <w:ind w:left="709" w:hanging="709"/>
        <w:jc w:val="left"/>
      </w:pPr>
      <w:r>
        <w:t>2.11</w:t>
      </w:r>
      <w:r>
        <w:tab/>
      </w:r>
      <w:r w:rsidRPr="00267E07">
        <w:t>Details of insurance required by participants</w:t>
      </w:r>
      <w:r>
        <w:t>:</w:t>
      </w:r>
    </w:p>
    <w:p w14:paraId="5C384735" w14:textId="77777777" w:rsidR="001B30FE" w:rsidRDefault="001B30FE" w:rsidP="001B30FE">
      <w:pPr>
        <w:pStyle w:val="ListParagraph"/>
        <w:numPr>
          <w:ilvl w:val="0"/>
          <w:numId w:val="29"/>
        </w:numPr>
        <w:spacing w:before="0" w:after="120"/>
        <w:ind w:left="1134"/>
        <w:jc w:val="left"/>
      </w:pPr>
      <w:r>
        <w:t>Personal medical &amp; repatriation insurance requirements (including minimum amount of coverage)</w:t>
      </w:r>
    </w:p>
    <w:p w14:paraId="76109AE3" w14:textId="77777777" w:rsidR="001B30FE" w:rsidRPr="00267E07" w:rsidRDefault="001B30FE" w:rsidP="001B30FE">
      <w:pPr>
        <w:pStyle w:val="ListParagraph"/>
        <w:numPr>
          <w:ilvl w:val="0"/>
          <w:numId w:val="29"/>
        </w:numPr>
        <w:spacing w:before="0" w:after="120"/>
        <w:ind w:left="1134"/>
        <w:jc w:val="left"/>
      </w:pPr>
      <w:r>
        <w:t>Third party liability insurance requirements (including minimum amount of coverage)</w:t>
      </w:r>
    </w:p>
    <w:p w14:paraId="7612E01C" w14:textId="77777777" w:rsidR="001B30FE" w:rsidRPr="00C515F2" w:rsidRDefault="001B30FE" w:rsidP="001B30FE">
      <w:pPr>
        <w:ind w:left="709" w:hanging="709"/>
        <w:jc w:val="left"/>
        <w:rPr>
          <w:u w:val="single"/>
        </w:rPr>
      </w:pPr>
      <w:r>
        <w:t>2.12</w:t>
      </w:r>
      <w:r w:rsidRPr="002F6099">
        <w:tab/>
      </w:r>
      <w:r w:rsidRPr="003D5D4B">
        <w:t xml:space="preserve">Proposed </w:t>
      </w:r>
      <w:r>
        <w:t>Entry Fees (</w:t>
      </w:r>
      <w:r w:rsidRPr="00B14988">
        <w:t>with required currency), late Entry Fees (if any), for Competitors (including Alternates if different and specifying Entry Fees for Competitors entering in  more than one even), Officials, Accompanying Persons and Judges attending the Training Course referred to in SC5, 4.3</w:t>
      </w:r>
      <w:r w:rsidRPr="003D5D4B">
        <w:t>.3. Full details must be given of what is to be covered by the Entry Fee paid.</w:t>
      </w:r>
      <w:r>
        <w:t xml:space="preserve"> (hotel, breakfast, lunch, dinner, transport from airport to venue, local transport, banquet, competition jumps/performances, official training jumps/performances, re-jumps/re-performances, tie-break jumps/performances)</w:t>
      </w:r>
      <w:r>
        <w:br/>
      </w:r>
      <w:r>
        <w:br/>
      </w:r>
      <w:r>
        <w:rPr>
          <w:u w:val="single"/>
        </w:rPr>
        <w:t>Entry fees need only to appear in the final application (FCEAD 2.1.1)</w:t>
      </w:r>
      <w:r>
        <w:rPr>
          <w:u w:val="single"/>
        </w:rPr>
        <w:br/>
      </w:r>
    </w:p>
    <w:p w14:paraId="4D2C96DF" w14:textId="77777777" w:rsidR="001B30FE" w:rsidRPr="003D5D4B" w:rsidRDefault="001B30FE" w:rsidP="001B30FE">
      <w:pPr>
        <w:ind w:left="709"/>
        <w:jc w:val="left"/>
      </w:pPr>
      <w:r w:rsidRPr="00151B33">
        <w:rPr>
          <w:u w:val="single"/>
        </w:rPr>
        <w:t>Entry fees can include or exclu</w:t>
      </w:r>
      <w:r>
        <w:rPr>
          <w:u w:val="single"/>
        </w:rPr>
        <w:t>de accommodation and/or dinner</w:t>
      </w:r>
      <w:r>
        <w:rPr>
          <w:b/>
        </w:rPr>
        <w:br/>
      </w:r>
      <w:r>
        <w:br/>
        <w:t>example table:</w:t>
      </w:r>
    </w:p>
    <w:tbl>
      <w:tblPr>
        <w:tblW w:w="878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864"/>
        <w:gridCol w:w="2410"/>
      </w:tblGrid>
      <w:tr w:rsidR="001B30FE" w14:paraId="1D9B396B" w14:textId="77777777" w:rsidTr="003D1E8A">
        <w:tc>
          <w:tcPr>
            <w:tcW w:w="3510" w:type="dxa"/>
            <w:shd w:val="clear" w:color="auto" w:fill="auto"/>
          </w:tcPr>
          <w:p w14:paraId="42A4B6DD" w14:textId="77777777" w:rsidR="001B30FE" w:rsidRDefault="001B30FE" w:rsidP="003D1E8A">
            <w:pPr>
              <w:jc w:val="left"/>
            </w:pPr>
            <w:r>
              <w:t>Competitor / official / accompanying person / judge in training</w:t>
            </w:r>
          </w:p>
        </w:tc>
        <w:tc>
          <w:tcPr>
            <w:tcW w:w="2864" w:type="dxa"/>
            <w:shd w:val="clear" w:color="auto" w:fill="auto"/>
          </w:tcPr>
          <w:p w14:paraId="44080B8F" w14:textId="77777777" w:rsidR="001B30FE" w:rsidRDefault="001B30FE" w:rsidP="003D1E8A">
            <w:pPr>
              <w:jc w:val="left"/>
            </w:pPr>
            <w:r>
              <w:t>Entry fee (in the currency of choice) – plus FAI Sanction Fee</w:t>
            </w:r>
          </w:p>
        </w:tc>
        <w:tc>
          <w:tcPr>
            <w:tcW w:w="2410" w:type="dxa"/>
            <w:shd w:val="clear" w:color="auto" w:fill="auto"/>
          </w:tcPr>
          <w:p w14:paraId="03B04D89" w14:textId="77777777" w:rsidR="001B30FE" w:rsidRDefault="001B30FE" w:rsidP="003D1E8A">
            <w:pPr>
              <w:jc w:val="left"/>
            </w:pPr>
            <w:r>
              <w:t>Jumps, Performances, competition and official training</w:t>
            </w:r>
          </w:p>
        </w:tc>
      </w:tr>
      <w:tr w:rsidR="001B30FE" w14:paraId="16C95B98" w14:textId="77777777" w:rsidTr="003D1E8A">
        <w:tc>
          <w:tcPr>
            <w:tcW w:w="3510" w:type="dxa"/>
            <w:shd w:val="clear" w:color="auto" w:fill="auto"/>
          </w:tcPr>
          <w:p w14:paraId="66F67DA2" w14:textId="77777777" w:rsidR="001B30FE" w:rsidRDefault="001B30FE" w:rsidP="003D1E8A">
            <w:pPr>
              <w:pBdr>
                <w:right w:val="double" w:sz="4" w:space="4" w:color="auto"/>
              </w:pBdr>
              <w:jc w:val="left"/>
            </w:pPr>
          </w:p>
        </w:tc>
        <w:tc>
          <w:tcPr>
            <w:tcW w:w="2864" w:type="dxa"/>
            <w:shd w:val="clear" w:color="auto" w:fill="auto"/>
          </w:tcPr>
          <w:p w14:paraId="193E9FCC" w14:textId="77777777" w:rsidR="001B30FE" w:rsidRDefault="001B30FE" w:rsidP="003D1E8A">
            <w:pPr>
              <w:pBdr>
                <w:right w:val="double" w:sz="4" w:space="4" w:color="auto"/>
              </w:pBdr>
              <w:jc w:val="left"/>
            </w:pPr>
          </w:p>
        </w:tc>
        <w:tc>
          <w:tcPr>
            <w:tcW w:w="2410" w:type="dxa"/>
            <w:shd w:val="clear" w:color="auto" w:fill="auto"/>
          </w:tcPr>
          <w:p w14:paraId="128516D3" w14:textId="77777777" w:rsidR="001B30FE" w:rsidRDefault="001B30FE" w:rsidP="003D1E8A">
            <w:pPr>
              <w:pBdr>
                <w:right w:val="double" w:sz="4" w:space="4" w:color="auto"/>
              </w:pBdr>
              <w:jc w:val="left"/>
            </w:pPr>
          </w:p>
        </w:tc>
      </w:tr>
      <w:tr w:rsidR="001B30FE" w14:paraId="5CACB818" w14:textId="77777777" w:rsidTr="003D1E8A">
        <w:tc>
          <w:tcPr>
            <w:tcW w:w="3510" w:type="dxa"/>
            <w:shd w:val="clear" w:color="auto" w:fill="auto"/>
          </w:tcPr>
          <w:p w14:paraId="45CB9FE0" w14:textId="77777777" w:rsidR="001B30FE" w:rsidRDefault="001B30FE" w:rsidP="003D1E8A">
            <w:pPr>
              <w:pBdr>
                <w:right w:val="double" w:sz="4" w:space="4" w:color="auto"/>
              </w:pBdr>
              <w:jc w:val="left"/>
            </w:pPr>
          </w:p>
        </w:tc>
        <w:tc>
          <w:tcPr>
            <w:tcW w:w="2864" w:type="dxa"/>
            <w:shd w:val="clear" w:color="auto" w:fill="auto"/>
          </w:tcPr>
          <w:p w14:paraId="2FC11D0F" w14:textId="77777777" w:rsidR="001B30FE" w:rsidRDefault="001B30FE" w:rsidP="003D1E8A">
            <w:pPr>
              <w:pBdr>
                <w:right w:val="double" w:sz="4" w:space="4" w:color="auto"/>
              </w:pBdr>
              <w:jc w:val="left"/>
            </w:pPr>
          </w:p>
        </w:tc>
        <w:tc>
          <w:tcPr>
            <w:tcW w:w="2410" w:type="dxa"/>
            <w:shd w:val="clear" w:color="auto" w:fill="auto"/>
          </w:tcPr>
          <w:p w14:paraId="1E848345" w14:textId="77777777" w:rsidR="001B30FE" w:rsidRDefault="001B30FE" w:rsidP="003D1E8A">
            <w:pPr>
              <w:pBdr>
                <w:right w:val="double" w:sz="4" w:space="4" w:color="auto"/>
              </w:pBdr>
              <w:jc w:val="left"/>
            </w:pPr>
          </w:p>
        </w:tc>
      </w:tr>
      <w:tr w:rsidR="001B30FE" w14:paraId="08405853" w14:textId="77777777" w:rsidTr="003D1E8A">
        <w:tc>
          <w:tcPr>
            <w:tcW w:w="3510" w:type="dxa"/>
            <w:shd w:val="clear" w:color="auto" w:fill="auto"/>
          </w:tcPr>
          <w:p w14:paraId="691F5C3D" w14:textId="77777777" w:rsidR="001B30FE" w:rsidRDefault="001B30FE" w:rsidP="003D1E8A">
            <w:pPr>
              <w:pBdr>
                <w:right w:val="double" w:sz="4" w:space="4" w:color="auto"/>
              </w:pBdr>
              <w:jc w:val="left"/>
            </w:pPr>
          </w:p>
        </w:tc>
        <w:tc>
          <w:tcPr>
            <w:tcW w:w="2864" w:type="dxa"/>
            <w:shd w:val="clear" w:color="auto" w:fill="auto"/>
          </w:tcPr>
          <w:p w14:paraId="73228319" w14:textId="77777777" w:rsidR="001B30FE" w:rsidRDefault="001B30FE" w:rsidP="003D1E8A">
            <w:pPr>
              <w:pBdr>
                <w:right w:val="double" w:sz="4" w:space="4" w:color="auto"/>
              </w:pBdr>
              <w:jc w:val="left"/>
            </w:pPr>
          </w:p>
        </w:tc>
        <w:tc>
          <w:tcPr>
            <w:tcW w:w="2410" w:type="dxa"/>
            <w:shd w:val="clear" w:color="auto" w:fill="auto"/>
          </w:tcPr>
          <w:p w14:paraId="0E0C485A" w14:textId="77777777" w:rsidR="001B30FE" w:rsidRDefault="001B30FE" w:rsidP="003D1E8A">
            <w:pPr>
              <w:pBdr>
                <w:right w:val="double" w:sz="4" w:space="4" w:color="auto"/>
              </w:pBdr>
              <w:jc w:val="left"/>
            </w:pPr>
          </w:p>
        </w:tc>
      </w:tr>
    </w:tbl>
    <w:p w14:paraId="27892166" w14:textId="77777777" w:rsidR="001B30FE" w:rsidRDefault="001B30FE" w:rsidP="001B30FE">
      <w:pPr>
        <w:jc w:val="left"/>
        <w:rPr>
          <w:color w:val="0070C0"/>
        </w:rPr>
      </w:pPr>
      <w:r>
        <w:rPr>
          <w:color w:val="0070C0"/>
        </w:rPr>
        <w:t xml:space="preserve"> </w:t>
      </w:r>
    </w:p>
    <w:p w14:paraId="52D31734" w14:textId="77777777" w:rsidR="001B30FE" w:rsidRPr="00EF7F59" w:rsidRDefault="001B30FE" w:rsidP="001B30FE">
      <w:pPr>
        <w:ind w:left="709"/>
        <w:jc w:val="left"/>
      </w:pPr>
      <w:r w:rsidRPr="3793511B">
        <w:t xml:space="preserve">The </w:t>
      </w:r>
      <w:r>
        <w:t>Organiser</w:t>
      </w:r>
      <w:r w:rsidRPr="3793511B">
        <w:t xml:space="preserve"> shall bear all costs necessary for the proper organisation and staging of the </w:t>
      </w:r>
      <w:r>
        <w:t xml:space="preserve">event </w:t>
      </w:r>
      <w:r w:rsidRPr="3793511B">
        <w:t>and shall be solely liable therefor.</w:t>
      </w:r>
      <w:r>
        <w:br/>
      </w:r>
      <w:r w:rsidRPr="3793511B">
        <w:t>The O</w:t>
      </w:r>
      <w:r>
        <w:t>rganiser</w:t>
      </w:r>
      <w:r w:rsidRPr="3793511B">
        <w:t xml:space="preserve"> represents and warrants that it has and will maintain the financial capability to properly organise and stage the </w:t>
      </w:r>
      <w:r>
        <w:t xml:space="preserve">event as per its bid. </w:t>
      </w:r>
    </w:p>
    <w:p w14:paraId="072DF4DE" w14:textId="77777777" w:rsidR="001B30FE" w:rsidRDefault="001B30FE" w:rsidP="001B30FE">
      <w:pPr>
        <w:jc w:val="left"/>
      </w:pPr>
      <w:r w:rsidRPr="003D5D4B">
        <w:t>2.13</w:t>
      </w:r>
      <w:r w:rsidRPr="003D5D4B">
        <w:tab/>
      </w:r>
      <w:r>
        <w:t>Facilities</w:t>
      </w:r>
    </w:p>
    <w:p w14:paraId="0917AD5D" w14:textId="77777777" w:rsidR="001B30FE" w:rsidRPr="001F0E98" w:rsidRDefault="001B30FE" w:rsidP="001B30FE">
      <w:pPr>
        <w:ind w:left="709"/>
        <w:jc w:val="left"/>
      </w:pPr>
      <w:r>
        <w:t>Ground and aerial photographs of Airfield / Dropzone / Wind Tunnel</w:t>
      </w:r>
      <w:r>
        <w:br/>
        <w:t xml:space="preserve">Brief </w:t>
      </w:r>
      <w:r w:rsidRPr="00133D5F">
        <w:t xml:space="preserve">description of competition layout (landing zone measurements and altitude) registration </w:t>
      </w:r>
      <w:r w:rsidRPr="00133D5F">
        <w:lastRenderedPageBreak/>
        <w:t xml:space="preserve">area / manifest / judging area / dubbing area / media area / photocopier capacity / computer and </w:t>
      </w:r>
      <w:r w:rsidRPr="00C47BE2">
        <w:t xml:space="preserve">printer availability / internet connection / competitor indoor-outdoor area(s), dropzone TV, official bulletin board, rigging services, on site food services, drinking water, toilets, </w:t>
      </w:r>
      <w:r w:rsidRPr="001F0E98">
        <w:t xml:space="preserve">showers, packing area, creeper area, mock-up. </w:t>
      </w:r>
      <w:r w:rsidRPr="001F0E98">
        <w:br/>
        <w:t>Previous event(s) experience at the particular venue(s)</w:t>
      </w:r>
    </w:p>
    <w:p w14:paraId="6C626B8D" w14:textId="77777777" w:rsidR="001B30FE" w:rsidRPr="001F0E98" w:rsidRDefault="001B30FE" w:rsidP="001B30FE">
      <w:pPr>
        <w:jc w:val="left"/>
      </w:pPr>
      <w:r w:rsidRPr="001F0E98">
        <w:t>2.14</w:t>
      </w:r>
      <w:r w:rsidRPr="001F0E98">
        <w:tab/>
        <w:t xml:space="preserve">Aircraft – number to be used, details of type, exit speed, flight time for competition round.  </w:t>
      </w:r>
    </w:p>
    <w:p w14:paraId="16C4E4DB" w14:textId="77777777" w:rsidR="001B30FE" w:rsidRPr="001F0E98" w:rsidRDefault="001B30FE" w:rsidP="001B30FE">
      <w:pPr>
        <w:ind w:left="709"/>
        <w:jc w:val="left"/>
      </w:pPr>
      <w:r w:rsidRPr="001F0E98">
        <w:t xml:space="preserve">Photographs showing the exit door and handles are recommend. </w:t>
      </w:r>
    </w:p>
    <w:p w14:paraId="1A8C56F0" w14:textId="77777777" w:rsidR="001B30FE" w:rsidRPr="001F0E98" w:rsidRDefault="001B30FE" w:rsidP="001B30FE">
      <w:pPr>
        <w:pStyle w:val="ListParagraph"/>
        <w:numPr>
          <w:ilvl w:val="1"/>
          <w:numId w:val="30"/>
        </w:numPr>
        <w:spacing w:before="0"/>
        <w:ind w:left="993" w:hanging="284"/>
        <w:jc w:val="left"/>
      </w:pPr>
      <w:r w:rsidRPr="001F0E98">
        <w:t>Belts/restraints: t</w:t>
      </w:r>
      <w:r w:rsidRPr="001F0E98">
        <w:rPr>
          <w:shd w:val="clear" w:color="auto" w:fill="FFFFFF"/>
        </w:rPr>
        <w:t xml:space="preserve">he Organiser will advise if there are belts or restraints installed to be used by the competitors while on board. </w:t>
      </w:r>
    </w:p>
    <w:p w14:paraId="14F00391" w14:textId="77777777" w:rsidR="001B30FE" w:rsidRPr="001F0E98" w:rsidRDefault="001B30FE" w:rsidP="001B30FE">
      <w:pPr>
        <w:pStyle w:val="ListParagraph"/>
        <w:numPr>
          <w:ilvl w:val="1"/>
          <w:numId w:val="30"/>
        </w:numPr>
        <w:spacing w:before="0"/>
        <w:ind w:left="993" w:hanging="284"/>
        <w:jc w:val="left"/>
      </w:pPr>
      <w:r w:rsidRPr="001F0E98">
        <w:t xml:space="preserve">Weight and Balance &amp; Pilot Currency / Safety Procedures: </w:t>
      </w:r>
      <w:r w:rsidRPr="001F0E98">
        <w:rPr>
          <w:shd w:val="clear" w:color="auto" w:fill="FFFFFF"/>
        </w:rPr>
        <w:t>the Organiser will confirm that the aircraft to be used in the FCE and training periode will be operated in full compliance with the applicable Air Regulations.</w:t>
      </w:r>
    </w:p>
    <w:p w14:paraId="56C58500" w14:textId="77777777" w:rsidR="001B30FE" w:rsidRPr="001F0E98" w:rsidRDefault="001B30FE" w:rsidP="001B30FE">
      <w:pPr>
        <w:ind w:left="709"/>
        <w:jc w:val="left"/>
      </w:pPr>
      <w:r w:rsidRPr="001F0E98">
        <w:br/>
      </w:r>
      <w:r w:rsidRPr="004D623D">
        <w:t xml:space="preserve">Wind Tunnel details: chamber diameter, wind speed settings including maximum sustained wind speed available to a VFS team during competition, </w:t>
      </w:r>
      <w:r>
        <w:t xml:space="preserve">temperature when running this maximum sustained speed (maximum 35º C allowed – measured at the net with display outside), </w:t>
      </w:r>
      <w:r w:rsidRPr="004D623D">
        <w:t>height, door measurements,</w:t>
      </w:r>
      <w:r>
        <w:t xml:space="preserve"> </w:t>
      </w:r>
      <w:r w:rsidRPr="004D623D">
        <w:t>cameras (position and screen image), music system</w:t>
      </w:r>
      <w:r>
        <w:t>, p</w:t>
      </w:r>
      <w:r w:rsidRPr="004D623D">
        <w:t>rovision of information to spectators about competitors currently flying</w:t>
      </w:r>
      <w:r>
        <w:t xml:space="preserve">, </w:t>
      </w:r>
      <w:r w:rsidRPr="004D623D">
        <w:t>etc.</w:t>
      </w:r>
      <w:r w:rsidRPr="004D623D">
        <w:br/>
        <w:t>Photographs showing chamber and door recommended.</w:t>
      </w:r>
    </w:p>
    <w:p w14:paraId="728C3B18" w14:textId="77777777" w:rsidR="001B30FE" w:rsidRPr="00782647" w:rsidRDefault="001B30FE" w:rsidP="001B30FE">
      <w:pPr>
        <w:ind w:left="709" w:hanging="709"/>
        <w:jc w:val="left"/>
        <w:rPr>
          <w:i/>
        </w:rPr>
      </w:pPr>
      <w:r w:rsidRPr="001F0E98">
        <w:tab/>
      </w:r>
      <w:r w:rsidRPr="001F0E98">
        <w:rPr>
          <w:i/>
        </w:rPr>
        <w:t xml:space="preserve">All equipment required must be ready and operational for all competition jumps/performances and all official </w:t>
      </w:r>
      <w:r w:rsidRPr="00E576F6">
        <w:rPr>
          <w:i/>
        </w:rPr>
        <w:t>training jumps/performances.</w:t>
      </w:r>
      <w:r>
        <w:rPr>
          <w:i/>
        </w:rPr>
        <w:t xml:space="preserve"> Conditions for training jumps/performances should be as close as possible to those during competition (including lightning, curtains and signalling for indoor skydiving performances)</w:t>
      </w:r>
    </w:p>
    <w:p w14:paraId="08C40FB8" w14:textId="77777777" w:rsidR="001B30FE" w:rsidRPr="003D5D4B" w:rsidRDefault="001B30FE" w:rsidP="001B30FE">
      <w:pPr>
        <w:ind w:left="709" w:hanging="709"/>
        <w:jc w:val="left"/>
      </w:pPr>
      <w:r>
        <w:t>2.15</w:t>
      </w:r>
      <w:r>
        <w:tab/>
        <w:t>Pre-</w:t>
      </w:r>
      <w:r w:rsidRPr="003D5D4B">
        <w:t>event training jumps/performances</w:t>
      </w:r>
      <w:r>
        <w:br/>
        <w:t xml:space="preserve">Aircraft: number, types, </w:t>
      </w:r>
      <w:r w:rsidRPr="003D5D4B">
        <w:t>dates, costs, etc.</w:t>
      </w:r>
      <w:r w:rsidRPr="00D4583A">
        <w:rPr>
          <w:color w:val="000000" w:themeColor="text1"/>
        </w:rPr>
        <w:t xml:space="preserve"> </w:t>
      </w:r>
      <w:r>
        <w:rPr>
          <w:color w:val="000000" w:themeColor="text1"/>
        </w:rPr>
        <w:br/>
        <w:t xml:space="preserve">Wind </w:t>
      </w:r>
      <w:r w:rsidRPr="00BE4E5D">
        <w:rPr>
          <w:color w:val="000000" w:themeColor="text1"/>
        </w:rPr>
        <w:t>Tunnel</w:t>
      </w:r>
      <w:r>
        <w:rPr>
          <w:color w:val="000000" w:themeColor="text1"/>
        </w:rPr>
        <w:t xml:space="preserve">: dates, </w:t>
      </w:r>
      <w:r w:rsidRPr="00BE4E5D">
        <w:rPr>
          <w:color w:val="000000" w:themeColor="text1"/>
        </w:rPr>
        <w:t>cost, time reservation procedure</w:t>
      </w:r>
      <w:r>
        <w:rPr>
          <w:color w:val="000000" w:themeColor="text1"/>
        </w:rPr>
        <w:t xml:space="preserve">, </w:t>
      </w:r>
      <w:r w:rsidRPr="00BE4E5D">
        <w:rPr>
          <w:color w:val="000000" w:themeColor="text1"/>
        </w:rPr>
        <w:t>allotted training time per team/competitor.</w:t>
      </w:r>
    </w:p>
    <w:p w14:paraId="649BAD08" w14:textId="77777777" w:rsidR="001B30FE" w:rsidRDefault="001B30FE" w:rsidP="001B30FE">
      <w:pPr>
        <w:ind w:left="709" w:hanging="709"/>
      </w:pPr>
      <w:r w:rsidRPr="003D5D4B">
        <w:t>2.16</w:t>
      </w:r>
      <w:r w:rsidRPr="003D5D4B">
        <w:tab/>
        <w:t>Accommodation</w:t>
      </w:r>
    </w:p>
    <w:p w14:paraId="4349E5AC" w14:textId="77777777" w:rsidR="001B30FE" w:rsidRPr="002F6099" w:rsidRDefault="001B30FE" w:rsidP="001B30FE">
      <w:pPr>
        <w:ind w:left="709" w:hanging="1"/>
        <w:jc w:val="left"/>
      </w:pPr>
      <w:r w:rsidRPr="00133D5F">
        <w:t>Name, location, contact details, website</w:t>
      </w:r>
      <w:r>
        <w:br/>
        <w:t>P</w:t>
      </w:r>
      <w:r w:rsidRPr="003D5D4B">
        <w:t xml:space="preserve">rices </w:t>
      </w:r>
      <w:r>
        <w:t>(if not included in the entry fee).</w:t>
      </w:r>
      <w:r>
        <w:br/>
        <w:t xml:space="preserve">Photographs of accommodation, both outside and of rooms. </w:t>
      </w:r>
    </w:p>
    <w:p w14:paraId="04FCC231" w14:textId="77777777" w:rsidR="001B30FE" w:rsidRPr="002F6099" w:rsidRDefault="001B30FE" w:rsidP="001B30FE">
      <w:pPr>
        <w:ind w:left="709" w:hanging="709"/>
      </w:pPr>
      <w:r>
        <w:t>2.17</w:t>
      </w:r>
      <w:r w:rsidRPr="002F6099">
        <w:tab/>
        <w:t>Local transportation provided – shuttle to hotels</w:t>
      </w:r>
      <w:r>
        <w:t>, travel times, schedule, cost (if not included in the entry fee).</w:t>
      </w:r>
    </w:p>
    <w:p w14:paraId="6FB288F2" w14:textId="77777777" w:rsidR="001B30FE" w:rsidRPr="002F6099" w:rsidRDefault="001B30FE" w:rsidP="001B30FE">
      <w:pPr>
        <w:ind w:left="709" w:hanging="709"/>
      </w:pPr>
      <w:r>
        <w:t>2.18</w:t>
      </w:r>
      <w:r w:rsidRPr="002F6099">
        <w:tab/>
        <w:t>Outline of media plan, media contacts, publicity arrangements and</w:t>
      </w:r>
      <w:r>
        <w:t xml:space="preserve"> appointment of a Media Officer, work plan </w:t>
      </w:r>
      <w:r w:rsidRPr="002F6099">
        <w:t xml:space="preserve">with </w:t>
      </w:r>
      <w:r>
        <w:t>ISC</w:t>
      </w:r>
      <w:r w:rsidRPr="002F6099">
        <w:t xml:space="preserve"> Media Liaison Officer.</w:t>
      </w:r>
    </w:p>
    <w:p w14:paraId="2F3CA021" w14:textId="77777777" w:rsidR="001B30FE" w:rsidRDefault="001B30FE" w:rsidP="001B30FE">
      <w:pPr>
        <w:ind w:left="709" w:hanging="709"/>
      </w:pPr>
      <w:r>
        <w:t>2.19</w:t>
      </w:r>
      <w:r w:rsidRPr="002F6099">
        <w:tab/>
        <w:t>Accommodation details for FAI/</w:t>
      </w:r>
      <w:r>
        <w:t>ISC</w:t>
      </w:r>
      <w:r w:rsidRPr="002F6099">
        <w:t xml:space="preserve"> </w:t>
      </w:r>
      <w:r>
        <w:t>officials.</w:t>
      </w:r>
    </w:p>
    <w:p w14:paraId="43D7E156" w14:textId="77777777" w:rsidR="001B30FE" w:rsidRPr="001F0E98" w:rsidRDefault="001B30FE" w:rsidP="001B30FE">
      <w:pPr>
        <w:ind w:left="709" w:hanging="709"/>
        <w:jc w:val="left"/>
      </w:pPr>
      <w:r>
        <w:tab/>
      </w:r>
      <w:r w:rsidRPr="001F0E98">
        <w:t>Location and travel time, contact details, website.</w:t>
      </w:r>
      <w:r w:rsidRPr="001F0E98">
        <w:br/>
        <w:t>Photographs of accommodation, both outside and of rooms.</w:t>
      </w:r>
    </w:p>
    <w:p w14:paraId="4BEC87CB" w14:textId="77777777" w:rsidR="001B30FE" w:rsidRPr="001F0E98" w:rsidRDefault="001B30FE" w:rsidP="001B30FE">
      <w:pPr>
        <w:ind w:left="709" w:hanging="709"/>
      </w:pPr>
      <w:r w:rsidRPr="001F0E98">
        <w:t>2.20</w:t>
      </w:r>
      <w:r w:rsidRPr="001F0E98">
        <w:tab/>
        <w:t xml:space="preserve">Details of all judging equipment, measuring and scoring system(s) to be provided. </w:t>
      </w:r>
    </w:p>
    <w:p w14:paraId="4C2251A2" w14:textId="77777777" w:rsidR="001B30FE" w:rsidRPr="001F0E98" w:rsidRDefault="001B30FE" w:rsidP="001B30FE">
      <w:pPr>
        <w:ind w:left="709" w:hanging="709"/>
      </w:pPr>
      <w:r w:rsidRPr="001F0E98">
        <w:tab/>
        <w:t xml:space="preserve">Approved electronic scoring system(s), listed per event. </w:t>
      </w:r>
      <w:r>
        <w:t xml:space="preserve">For indoor skydiving events provision should also be made for competitors to view video of their performances as soon as possible. </w:t>
      </w:r>
    </w:p>
    <w:p w14:paraId="5BA29A5A" w14:textId="77777777" w:rsidR="001B30FE" w:rsidRPr="001F0E98" w:rsidRDefault="001B30FE" w:rsidP="001B30FE">
      <w:pPr>
        <w:ind w:left="709" w:hanging="709"/>
      </w:pPr>
      <w:r w:rsidRPr="001F0E98">
        <w:t>2.21</w:t>
      </w:r>
      <w:r w:rsidRPr="001F0E98">
        <w:tab/>
        <w:t>Details of Public Address system to be used by Manifest and for the general public.</w:t>
      </w:r>
    </w:p>
    <w:p w14:paraId="08085B1F" w14:textId="77777777" w:rsidR="001B30FE" w:rsidRPr="001F0E98" w:rsidRDefault="001B30FE" w:rsidP="001B30FE">
      <w:pPr>
        <w:ind w:left="709" w:hanging="709"/>
      </w:pPr>
      <w:r w:rsidRPr="001F0E98">
        <w:t>2.22</w:t>
      </w:r>
      <w:r w:rsidRPr="001F0E98">
        <w:tab/>
        <w:t>Safety</w:t>
      </w:r>
    </w:p>
    <w:p w14:paraId="439C615E" w14:textId="77777777" w:rsidR="001B30FE" w:rsidRDefault="001B30FE" w:rsidP="001B30FE">
      <w:pPr>
        <w:ind w:left="709" w:hanging="1"/>
        <w:jc w:val="left"/>
      </w:pPr>
      <w:r w:rsidRPr="00133D5F">
        <w:t>Safety plan (at the site, emergency contacts)</w:t>
      </w:r>
      <w:r w:rsidRPr="00133D5F">
        <w:br/>
        <w:t>The medical/emergency cover provided</w:t>
      </w:r>
      <w:r w:rsidRPr="00DC371F">
        <w:t xml:space="preserve"> by the </w:t>
      </w:r>
      <w:r>
        <w:t>organiser:</w:t>
      </w:r>
    </w:p>
    <w:p w14:paraId="61503A53" w14:textId="77777777" w:rsidR="001B30FE" w:rsidRPr="009735EC" w:rsidRDefault="001B30FE" w:rsidP="001B30FE">
      <w:pPr>
        <w:ind w:left="709" w:hanging="1"/>
        <w:jc w:val="left"/>
      </w:pPr>
      <w:r w:rsidRPr="00DC371F">
        <w:t>General medical services</w:t>
      </w:r>
      <w:r>
        <w:t>.</w:t>
      </w:r>
      <w:r>
        <w:br/>
        <w:t>A</w:t>
      </w:r>
      <w:r w:rsidRPr="00DC371F">
        <w:t xml:space="preserve">vailable emergency medical personnel at the event including general description of medical equipment. </w:t>
      </w:r>
      <w:r>
        <w:br/>
      </w:r>
      <w:r w:rsidRPr="00DC371F">
        <w:t xml:space="preserve">Available emergency response services (ambulances, helicopters etc.) including average response </w:t>
      </w:r>
      <w:r w:rsidRPr="009735EC">
        <w:t xml:space="preserve">times. </w:t>
      </w:r>
      <w:r w:rsidRPr="009735EC">
        <w:br/>
      </w:r>
      <w:r w:rsidRPr="009735EC">
        <w:lastRenderedPageBreak/>
        <w:t>Available medical facilities (hospital etc.) including average time for evacuation from event venue.</w:t>
      </w:r>
    </w:p>
    <w:p w14:paraId="5DDA608F" w14:textId="77777777" w:rsidR="001B30FE" w:rsidRPr="009735EC" w:rsidRDefault="001B30FE" w:rsidP="001B30FE">
      <w:pPr>
        <w:pBdr>
          <w:right w:val="single" w:sz="4" w:space="4" w:color="auto"/>
        </w:pBdr>
        <w:ind w:left="709" w:hanging="709"/>
      </w:pPr>
      <w:bookmarkStart w:id="1" w:name="_Hlk190774713"/>
      <w:r w:rsidRPr="009735EC">
        <w:t>2.23</w:t>
      </w:r>
      <w:r w:rsidRPr="009735EC">
        <w:tab/>
        <w:t>Proposals for Event Officials (Meet Director (with details on competition experience), Assistant to the Chief Judge plus, when applicable, the CP Technical Course Director, the SP Scoring Technical Director, WS Technical Scoring Director and Media Officer).</w:t>
      </w:r>
    </w:p>
    <w:bookmarkEnd w:id="1"/>
    <w:p w14:paraId="1DB7490F" w14:textId="77777777" w:rsidR="001B30FE" w:rsidRPr="001F0E98" w:rsidRDefault="001B30FE" w:rsidP="001B30FE">
      <w:pPr>
        <w:ind w:left="709" w:hanging="709"/>
      </w:pPr>
      <w:r w:rsidRPr="009735EC">
        <w:t>2.24</w:t>
      </w:r>
      <w:r w:rsidRPr="009735EC">
        <w:tab/>
        <w:t>Details of on-site communications (radios, telephone, etc.) and method(s) of information dissemination to competitors/delegations.</w:t>
      </w:r>
    </w:p>
    <w:p w14:paraId="1B7A88A3" w14:textId="77777777" w:rsidR="001B30FE" w:rsidRPr="00133D5F" w:rsidRDefault="001B30FE" w:rsidP="001B30FE">
      <w:pPr>
        <w:ind w:left="709" w:hanging="709"/>
      </w:pPr>
      <w:r w:rsidRPr="001F0E98">
        <w:t>2.2</w:t>
      </w:r>
      <w:r>
        <w:t>5</w:t>
      </w:r>
      <w:r w:rsidRPr="001F0E98">
        <w:tab/>
        <w:t>Full details of any National, State, Provincial, Loca</w:t>
      </w:r>
      <w:r w:rsidRPr="00133D5F">
        <w:t xml:space="preserve">l or Aeroclub / Organiser Legislation and/or </w:t>
      </w:r>
      <w:r>
        <w:t>R</w:t>
      </w:r>
      <w:r w:rsidRPr="00133D5F">
        <w:t>ules that apply to the Event, the Competitors and their equipment, including use of AADs, helmets, etc.</w:t>
      </w:r>
    </w:p>
    <w:p w14:paraId="46D893EE" w14:textId="77777777" w:rsidR="001B30FE" w:rsidRDefault="001B30FE" w:rsidP="001B30FE">
      <w:pPr>
        <w:ind w:left="709" w:hanging="709"/>
      </w:pPr>
      <w:r w:rsidRPr="00133D5F">
        <w:t>2.2</w:t>
      </w:r>
      <w:r>
        <w:t>6</w:t>
      </w:r>
      <w:r w:rsidRPr="00133D5F">
        <w:tab/>
        <w:t>Full details of applicable Visa requirements (including online government information) and</w:t>
      </w:r>
      <w:r w:rsidRPr="002F6099">
        <w:t xml:space="preserve"> assistance to be provided to Delegations to obtain such Visas and any cost for such a service.</w:t>
      </w:r>
    </w:p>
    <w:p w14:paraId="7DAFEC92" w14:textId="77777777" w:rsidR="001B30FE" w:rsidRPr="00DC371F" w:rsidRDefault="001B30FE" w:rsidP="001B30FE">
      <w:pPr>
        <w:ind w:left="709" w:hanging="709"/>
      </w:pPr>
      <w:r>
        <w:t>2.27</w:t>
      </w:r>
      <w:r>
        <w:tab/>
      </w:r>
      <w:r w:rsidRPr="00496727">
        <w:t xml:space="preserve">Whether all necessary medals will be obtained from the FAI or supplied </w:t>
      </w:r>
      <w:r w:rsidRPr="00DC371F">
        <w:t>by the Organiser</w:t>
      </w:r>
      <w:r>
        <w:t xml:space="preserve">, as per 3.4. </w:t>
      </w:r>
    </w:p>
    <w:p w14:paraId="61139872" w14:textId="77777777" w:rsidR="001B30FE" w:rsidRDefault="001B30FE" w:rsidP="001B30FE">
      <w:pPr>
        <w:ind w:left="709" w:hanging="709"/>
      </w:pPr>
      <w:r>
        <w:t>2.28</w:t>
      </w:r>
      <w:r w:rsidRPr="00DC371F">
        <w:tab/>
        <w:t>Details of any Anti-Doping requirements and systems and/or process to be in place or to be expected</w:t>
      </w:r>
      <w:r>
        <w:t xml:space="preserve">. </w:t>
      </w:r>
    </w:p>
    <w:p w14:paraId="47CC2D8C" w14:textId="77777777" w:rsidR="001B30FE" w:rsidRPr="00133D5F" w:rsidRDefault="001B30FE" w:rsidP="001B30FE">
      <w:pPr>
        <w:ind w:left="709" w:hanging="709"/>
      </w:pPr>
      <w:r w:rsidRPr="00133D5F">
        <w:t>2.</w:t>
      </w:r>
      <w:r>
        <w:t>29</w:t>
      </w:r>
      <w:r w:rsidRPr="00133D5F">
        <w:tab/>
        <w:t>Date of post event report.</w:t>
      </w:r>
    </w:p>
    <w:p w14:paraId="7EFC2F6B" w14:textId="77777777" w:rsidR="001B30FE" w:rsidRPr="00DC371F" w:rsidRDefault="001B30FE" w:rsidP="001B30FE">
      <w:pPr>
        <w:ind w:left="709" w:hanging="709"/>
      </w:pPr>
      <w:r>
        <w:t>2.30</w:t>
      </w:r>
      <w:r w:rsidRPr="00DC371F">
        <w:tab/>
        <w:t>In addition the following information may be provided, but is not essential for the granting of Sanction. The applicant may submit this information and any proposals for other Event Officials at a later time, if more convenient.</w:t>
      </w:r>
    </w:p>
    <w:p w14:paraId="2BB41ABA" w14:textId="77777777" w:rsidR="001B30FE" w:rsidRPr="00DC371F" w:rsidRDefault="001B30FE" w:rsidP="001B30FE">
      <w:pPr>
        <w:ind w:left="709"/>
      </w:pPr>
      <w:r w:rsidRPr="00DC371F">
        <w:t>a) Details of Opening and Closing ceremonies (if available).</w:t>
      </w:r>
    </w:p>
    <w:p w14:paraId="377218FA" w14:textId="77777777" w:rsidR="001B30FE" w:rsidRPr="00DC371F" w:rsidRDefault="001B30FE" w:rsidP="001B30FE">
      <w:pPr>
        <w:ind w:left="709"/>
      </w:pPr>
      <w:r w:rsidRPr="00DC371F">
        <w:t>b) Planned social events (if available).</w:t>
      </w:r>
    </w:p>
    <w:p w14:paraId="2F350CA2" w14:textId="77777777" w:rsidR="001B30FE" w:rsidRDefault="001B30FE" w:rsidP="001B30FE">
      <w:pPr>
        <w:ind w:left="709"/>
      </w:pPr>
      <w:r w:rsidRPr="00DC371F">
        <w:t xml:space="preserve">c) Ability to accommodate persons in addition to </w:t>
      </w:r>
      <w:r>
        <w:t xml:space="preserve">the </w:t>
      </w:r>
      <w:r w:rsidRPr="00DC371F">
        <w:t>official delegation and entry fee for them (if available).</w:t>
      </w:r>
      <w:r>
        <w:t xml:space="preserve"> </w:t>
      </w:r>
    </w:p>
    <w:p w14:paraId="21326637" w14:textId="77777777" w:rsidR="001B30FE" w:rsidRDefault="001B30FE" w:rsidP="001B30FE"/>
    <w:p w14:paraId="1B4E4035" w14:textId="1F01D8CC" w:rsidR="002A1A0C" w:rsidRPr="00B637CB" w:rsidRDefault="00964884" w:rsidP="00F16DB9">
      <w:pPr>
        <w:pStyle w:val="BodyText"/>
      </w:pPr>
      <w:r w:rsidRPr="00B637CB">
        <w:rPr>
          <w:noProof/>
        </w:rPr>
        <mc:AlternateContent>
          <mc:Choice Requires="wps">
            <w:drawing>
              <wp:anchor distT="45720" distB="45720" distL="114300" distR="114300" simplePos="0" relativeHeight="251659264" behindDoc="0" locked="0" layoutInCell="1" allowOverlap="1" wp14:anchorId="02A09F55" wp14:editId="6977B7CD">
                <wp:simplePos x="0" y="0"/>
                <wp:positionH relativeFrom="margin">
                  <wp:align>left</wp:align>
                </wp:positionH>
                <wp:positionV relativeFrom="paragraph">
                  <wp:posOffset>44450</wp:posOffset>
                </wp:positionV>
                <wp:extent cx="45085" cy="45085"/>
                <wp:effectExtent l="0" t="0" r="12065" b="1206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CA3E1" w14:textId="72CCC2C2" w:rsidR="00964884" w:rsidRPr="006E3DB2" w:rsidRDefault="00964884" w:rsidP="00964884"/>
                          <w:p w14:paraId="2D54D708" w14:textId="77777777" w:rsidR="00964884" w:rsidRPr="00115B62" w:rsidRDefault="00964884" w:rsidP="00964884">
                            <w:pPr>
                              <w:rPr>
                                <w:lang w:val="fr-CH"/>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A09F55" id="_x0000_t202" coordsize="21600,21600" o:spt="202" path="m,l,21600r21600,l21600,xe">
                <v:stroke joinstyle="miter"/>
                <v:path gradientshapeok="t" o:connecttype="rect"/>
              </v:shapetype>
              <v:shape id="Text Box 2" o:spid="_x0000_s1026" type="#_x0000_t202" style="position:absolute;left:0;text-align:left;margin-left:0;margin-top:3.5pt;width:3.55pt;height:3.5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" filled="f" stroked="f">
                <v:textbox inset="0,0,0,0">
                  <w:txbxContent>
                    <w:p w14:paraId="14ACA3E1" w14:textId="72CCC2C2" w:rsidR="00964884" w:rsidRPr="006E3DB2" w:rsidRDefault="00964884" w:rsidP="00964884"/>
                    <w:p w14:paraId="2D54D708" w14:textId="77777777" w:rsidR="00964884" w:rsidRPr="00115B62" w:rsidRDefault="00964884" w:rsidP="00964884">
                      <w:pPr>
                        <w:rPr>
                          <w:lang w:val="fr-CH"/>
                        </w:rPr>
                      </w:pPr>
                    </w:p>
                  </w:txbxContent>
                </v:textbox>
                <w10:wrap type="square" anchorx="margin"/>
              </v:shape>
            </w:pict>
          </mc:Fallback>
        </mc:AlternateContent>
      </w:r>
    </w:p>
    <w:sectPr w:rsidR="002A1A0C" w:rsidRPr="00B637CB" w:rsidSect="00327E46">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0BE3D" w14:textId="77777777" w:rsidR="00C46704" w:rsidRDefault="00C46704" w:rsidP="00964884">
      <w:r>
        <w:separator/>
      </w:r>
    </w:p>
  </w:endnote>
  <w:endnote w:type="continuationSeparator" w:id="0">
    <w:p w14:paraId="75F54DD5" w14:textId="77777777" w:rsidR="00C46704" w:rsidRDefault="00C46704" w:rsidP="00964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MS PMincho">
    <w:charset w:val="80"/>
    <w:family w:val="roman"/>
    <w:pitch w:val="variable"/>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DC5A7" w14:textId="77777777" w:rsidR="00956C50" w:rsidRDefault="00956C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88E88" w14:textId="77777777" w:rsidR="00B36AEE" w:rsidRDefault="00B36AEE" w:rsidP="00B36AEE">
    <w:pPr>
      <w:widowControl w:val="0"/>
      <w:tabs>
        <w:tab w:val="left" w:pos="709"/>
      </w:tabs>
      <w:spacing w:line="240" w:lineRule="exact"/>
      <w:ind w:firstLine="709"/>
      <w:contextualSpacing/>
      <w:rPr>
        <w:sz w:val="14"/>
        <w:szCs w:val="14"/>
      </w:rPr>
    </w:pPr>
  </w:p>
  <w:p w14:paraId="5EF0F0F0" w14:textId="77777777" w:rsidR="00D51804" w:rsidRDefault="00B36AEE" w:rsidP="00D51804">
    <w:pPr>
      <w:pStyle w:val="Footer"/>
      <w:rPr>
        <w:rFonts w:eastAsia="MS PMincho" w:cs="Arial"/>
        <w:bCs/>
      </w:rPr>
    </w:pPr>
    <w:r>
      <w:rPr>
        <w:rFonts w:cs="Arial"/>
        <w:noProof/>
        <w:sz w:val="18"/>
        <w:szCs w:val="18"/>
        <w:lang w:val="en-US"/>
      </w:rPr>
      <mc:AlternateContent>
        <mc:Choice Requires="wps">
          <w:drawing>
            <wp:anchor distT="0" distB="0" distL="114300" distR="114300" simplePos="0" relativeHeight="251661312" behindDoc="0" locked="0" layoutInCell="1" allowOverlap="1" wp14:anchorId="0B91AA61" wp14:editId="6E42096D">
              <wp:simplePos x="0" y="0"/>
              <wp:positionH relativeFrom="margin">
                <wp:posOffset>-137795</wp:posOffset>
              </wp:positionH>
              <wp:positionV relativeFrom="paragraph">
                <wp:posOffset>52705</wp:posOffset>
              </wp:positionV>
              <wp:extent cx="440055" cy="310515"/>
              <wp:effectExtent l="0" t="0" r="254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310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462DA5DC" w14:textId="77777777" w:rsidR="00B36AEE" w:rsidRPr="00BE5147" w:rsidRDefault="00B36AEE" w:rsidP="00B36AEE">
                          <w:pPr>
                            <w:jc w:val="center"/>
                            <w:rPr>
                              <w:color w:val="01A3FF"/>
                            </w:rPr>
                          </w:pPr>
                          <w:r w:rsidRPr="00BE5147">
                            <w:rPr>
                              <w:color w:val="01A3FF"/>
                            </w:rPr>
                            <w:fldChar w:fldCharType="begin"/>
                          </w:r>
                          <w:r w:rsidRPr="00BE5147">
                            <w:rPr>
                              <w:color w:val="01A3FF"/>
                            </w:rPr>
                            <w:instrText xml:space="preserve"> PAGE   \* MERGEFORMAT </w:instrText>
                          </w:r>
                          <w:r w:rsidRPr="00BE5147">
                            <w:rPr>
                              <w:color w:val="01A3FF"/>
                            </w:rPr>
                            <w:fldChar w:fldCharType="separate"/>
                          </w:r>
                          <w:r>
                            <w:rPr>
                              <w:noProof/>
                              <w:color w:val="01A3FF"/>
                            </w:rPr>
                            <w:t>12</w:t>
                          </w:r>
                          <w:r w:rsidRPr="00BE5147">
                            <w:rPr>
                              <w:noProof/>
                              <w:color w:val="01A3FF"/>
                            </w:rPr>
                            <w:fldChar w:fldCharType="end"/>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B91AA61" id="Rectangle 11" o:spid="_x0000_s1027" style="position:absolute;left:0;text-align:left;margin-left:-10.85pt;margin-top:4.15pt;width:34.65pt;height:24.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" filled="f" stroked="f" strokeweight="2pt">
              <v:textbox>
                <w:txbxContent>
                  <w:p w14:paraId="462DA5DC" w14:textId="77777777" w:rsidR="00B36AEE" w:rsidRPr="00BE5147" w:rsidRDefault="00B36AEE" w:rsidP="00B36AEE">
                    <w:pPr>
                      <w:jc w:val="center"/>
                      <w:rPr>
                        <w:color w:val="01A3FF"/>
                      </w:rPr>
                    </w:pPr>
                    <w:r w:rsidRPr="00BE5147">
                      <w:rPr>
                        <w:color w:val="01A3FF"/>
                      </w:rPr>
                      <w:fldChar w:fldCharType="begin"/>
                    </w:r>
                    <w:r w:rsidRPr="00BE5147">
                      <w:rPr>
                        <w:color w:val="01A3FF"/>
                      </w:rPr>
                      <w:instrText xml:space="preserve"> PAGE   \* MERGEFORMAT </w:instrText>
                    </w:r>
                    <w:r w:rsidRPr="00BE5147">
                      <w:rPr>
                        <w:color w:val="01A3FF"/>
                      </w:rPr>
                      <w:fldChar w:fldCharType="separate"/>
                    </w:r>
                    <w:r>
                      <w:rPr>
                        <w:noProof/>
                        <w:color w:val="01A3FF"/>
                      </w:rPr>
                      <w:t>12</w:t>
                    </w:r>
                    <w:r w:rsidRPr="00BE5147">
                      <w:rPr>
                        <w:noProof/>
                        <w:color w:val="01A3FF"/>
                      </w:rPr>
                      <w:fldChar w:fldCharType="end"/>
                    </w:r>
                  </w:p>
                </w:txbxContent>
              </v:textbox>
              <w10:wrap anchorx="margin"/>
            </v:rect>
          </w:pict>
        </mc:Fallback>
      </mc:AlternateContent>
    </w:r>
    <w:bookmarkStart w:id="2" w:name="_Hlk170281487"/>
    <w:r w:rsidRPr="007B76AA">
      <w:t xml:space="preserve">FAI – </w:t>
    </w:r>
    <w:r w:rsidRPr="005529E0">
      <w:t>FEDERATION</w:t>
    </w:r>
    <w:r w:rsidRPr="007B76AA">
      <w:t xml:space="preserve"> AERONAUTIQUE </w:t>
    </w:r>
    <w:r w:rsidR="00D51804" w:rsidRPr="007B76AA">
      <w:t>INTERNATIONALE,</w:t>
    </w:r>
    <w:r w:rsidR="00E95603">
      <w:t xml:space="preserve"> </w:t>
    </w:r>
    <w:r w:rsidR="00D51804">
      <w:t xml:space="preserve">ISC </w:t>
    </w:r>
    <w:r w:rsidR="00D51804" w:rsidRPr="007B76AA">
      <w:t>–</w:t>
    </w:r>
    <w:r w:rsidR="00D51804">
      <w:t xml:space="preserve"> INTERNATIONAL SKYDIVING COMMISSION – </w:t>
    </w:r>
    <w:hyperlink r:id="rId1" w:history="1">
      <w:r w:rsidR="00D51804" w:rsidRPr="0072236C">
        <w:rPr>
          <w:rStyle w:val="Hyperlink"/>
          <w:sz w:val="14"/>
        </w:rPr>
        <w:t>WWW.FAI.ORG</w:t>
      </w:r>
    </w:hyperlink>
    <w:bookmarkEnd w:id="2"/>
  </w:p>
  <w:p w14:paraId="5C581901" w14:textId="7579F8F1" w:rsidR="00B36AEE" w:rsidRPr="005529E0" w:rsidRDefault="00B36AEE" w:rsidP="005529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42C7F" w14:textId="77777777" w:rsidR="00B36AEE" w:rsidRDefault="00B36AEE" w:rsidP="00D51804">
    <w:pPr>
      <w:pStyle w:val="Footer"/>
    </w:pPr>
    <w:r w:rsidRPr="00FC5764">
      <w:rPr>
        <w:lang w:val="en-US"/>
      </w:rPr>
      <w:t xml:space="preserve">FAI </w:t>
    </w:r>
    <w:r w:rsidRPr="00FC5764">
      <w:rPr>
        <w:rFonts w:ascii="ArialMT" w:hAnsi="ArialMT" w:cs="ArialMT"/>
        <w:lang w:val="en-US"/>
      </w:rPr>
      <w:t xml:space="preserve">– </w:t>
    </w:r>
    <w:r w:rsidRPr="00FC5764">
      <w:rPr>
        <w:lang w:val="en-US"/>
      </w:rPr>
      <w:t>FEDERATION AERONAUTIQUE INTERNATIONALE</w:t>
    </w:r>
    <w:r w:rsidR="00E95603">
      <w:rPr>
        <w:lang w:val="en-US"/>
      </w:rPr>
      <w:t xml:space="preserve">, </w:t>
    </w:r>
    <w:r w:rsidR="00E95603">
      <w:t xml:space="preserve">ISC </w:t>
    </w:r>
    <w:r w:rsidR="00E95603" w:rsidRPr="007B76AA">
      <w:t>–</w:t>
    </w:r>
    <w:r w:rsidR="00E95603">
      <w:t xml:space="preserve"> INTERNATIONAL SKYDIVING COMMISSION</w:t>
    </w:r>
    <w:r>
      <w:rPr>
        <w:lang w:val="en-US"/>
      </w:rPr>
      <w:t xml:space="preserve"> – </w:t>
    </w:r>
    <w:hyperlink r:id="rId1" w:history="1">
      <w:r w:rsidR="00D51804" w:rsidRPr="0072236C">
        <w:rPr>
          <w:rStyle w:val="Hyperlink"/>
          <w:rFonts w:cs="Arial"/>
          <w:sz w:val="14"/>
          <w:lang w:val="en-US"/>
        </w:rPr>
        <w:t>WWW.FAI.ORG</w:t>
      </w:r>
    </w:hyperlink>
  </w:p>
  <w:p w14:paraId="671F9832" w14:textId="0BE28BDF" w:rsidR="00707C76" w:rsidRPr="005529E0" w:rsidRDefault="00707C76" w:rsidP="00707C76">
    <w:pPr>
      <w:pStyle w:val="Footer"/>
    </w:pPr>
    <w:r>
      <w:t xml:space="preserve">FCEAD – </w:t>
    </w:r>
    <w:r>
      <w:t>Bid Document</w:t>
    </w:r>
    <w:r>
      <w:t xml:space="preserve"> Template - 2025 Edition</w:t>
    </w:r>
  </w:p>
  <w:p w14:paraId="04BD2420" w14:textId="77777777" w:rsidR="00707C76" w:rsidRDefault="00707C76" w:rsidP="00D51804">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C971B" w14:textId="77777777" w:rsidR="00C46704" w:rsidRDefault="00C46704" w:rsidP="00964884">
      <w:r>
        <w:separator/>
      </w:r>
    </w:p>
  </w:footnote>
  <w:footnote w:type="continuationSeparator" w:id="0">
    <w:p w14:paraId="035BD25E" w14:textId="77777777" w:rsidR="00C46704" w:rsidRDefault="00C46704" w:rsidP="00964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1A49E" w14:textId="77777777" w:rsidR="00956C50" w:rsidRDefault="00956C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3475D" w14:textId="77777777" w:rsidR="00956C50" w:rsidRDefault="00956C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6B193" w14:textId="7A372DCA" w:rsidR="001B30FE" w:rsidRDefault="001B30FE">
    <w:pPr>
      <w:pStyle w:val="Header"/>
    </w:pPr>
    <w:r w:rsidRPr="006E3DB2">
      <w:rPr>
        <w:noProof/>
        <w:lang w:eastAsia="en-GB"/>
      </w:rPr>
      <w:drawing>
        <wp:inline distT="0" distB="0" distL="0" distR="0" wp14:anchorId="31E492F9" wp14:editId="55510C81">
          <wp:extent cx="260350" cy="387350"/>
          <wp:effectExtent l="0" t="0" r="6350" b="0"/>
          <wp:docPr id="362456390" name="Picture 362456390"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fai_01_cmyk-p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572" cy="387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C2016E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38286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D686622"/>
    <w:lvl w:ilvl="0">
      <w:start w:val="1"/>
      <w:numFmt w:val="bullet"/>
      <w:pStyle w:val="ListBullet"/>
      <w:lvlText w:val=""/>
      <w:lvlJc w:val="left"/>
      <w:pPr>
        <w:tabs>
          <w:tab w:val="num" w:pos="567"/>
        </w:tabs>
        <w:ind w:left="992" w:hanging="425"/>
      </w:pPr>
      <w:rPr>
        <w:rFonts w:ascii="Symbol" w:hAnsi="Symbol" w:hint="default"/>
      </w:rPr>
    </w:lvl>
  </w:abstractNum>
  <w:abstractNum w:abstractNumId="3" w15:restartNumberingAfterBreak="0">
    <w:nsid w:val="058D1E92"/>
    <w:multiLevelType w:val="hybridMultilevel"/>
    <w:tmpl w:val="AAC4B056"/>
    <w:lvl w:ilvl="0" w:tplc="4126A4BA">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E8E0829"/>
    <w:multiLevelType w:val="multilevel"/>
    <w:tmpl w:val="6F88114C"/>
    <w:styleLink w:val="ISCHeadings"/>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7."/>
      <w:lvlJc w:val="left"/>
      <w:pPr>
        <w:ind w:left="1134" w:hanging="567"/>
      </w:pPr>
      <w:rPr>
        <w:rFonts w:hint="default"/>
      </w:rPr>
    </w:lvl>
    <w:lvl w:ilvl="7">
      <w:start w:val="1"/>
      <w:numFmt w:val="lowerRoman"/>
      <w:lvlText w:val="%8."/>
      <w:lvlJc w:val="left"/>
      <w:pPr>
        <w:ind w:left="1701" w:hanging="567"/>
      </w:pPr>
      <w:rPr>
        <w:rFonts w:hint="default"/>
      </w:rPr>
    </w:lvl>
    <w:lvl w:ilvl="8">
      <w:start w:val="1"/>
      <w:numFmt w:val="lowerLetter"/>
      <w:lvlText w:val="%9)"/>
      <w:lvlJc w:val="left"/>
      <w:pPr>
        <w:ind w:left="1701" w:hanging="567"/>
      </w:pPr>
      <w:rPr>
        <w:rFonts w:hint="default"/>
      </w:rPr>
    </w:lvl>
  </w:abstractNum>
  <w:abstractNum w:abstractNumId="5" w15:restartNumberingAfterBreak="0">
    <w:nsid w:val="0F2351C3"/>
    <w:multiLevelType w:val="hybridMultilevel"/>
    <w:tmpl w:val="75BAEEC0"/>
    <w:lvl w:ilvl="0" w:tplc="CC709D7E">
      <w:start w:val="1"/>
      <w:numFmt w:val="lowerLetter"/>
      <w:lvlText w:val="%1)"/>
      <w:lvlJc w:val="left"/>
      <w:pPr>
        <w:ind w:left="1559" w:hanging="425"/>
      </w:pPr>
      <w:rPr>
        <w:rFonts w:hint="default"/>
      </w:r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6" w15:restartNumberingAfterBreak="0">
    <w:nsid w:val="10873D25"/>
    <w:multiLevelType w:val="hybridMultilevel"/>
    <w:tmpl w:val="5C64E92C"/>
    <w:lvl w:ilvl="0" w:tplc="1B4C9D8A">
      <w:start w:val="1"/>
      <w:numFmt w:val="bullet"/>
      <w:lvlText w:val="–"/>
      <w:lvlJc w:val="left"/>
      <w:pPr>
        <w:ind w:left="992" w:hanging="425"/>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948041A"/>
    <w:multiLevelType w:val="hybridMultilevel"/>
    <w:tmpl w:val="E5F0B986"/>
    <w:lvl w:ilvl="0" w:tplc="D3CCF946">
      <w:start w:val="1"/>
      <w:numFmt w:val="bullet"/>
      <w:pStyle w:val="ListBullet2"/>
      <w:lvlText w:val=""/>
      <w:lvlJc w:val="left"/>
      <w:pPr>
        <w:ind w:left="1559" w:hanging="42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5112AB4"/>
    <w:multiLevelType w:val="hybridMultilevel"/>
    <w:tmpl w:val="E612DF9E"/>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9" w15:restartNumberingAfterBreak="0">
    <w:nsid w:val="276E6972"/>
    <w:multiLevelType w:val="multilevel"/>
    <w:tmpl w:val="EC38D57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2A251ACE"/>
    <w:multiLevelType w:val="hybridMultilevel"/>
    <w:tmpl w:val="825EC9B8"/>
    <w:lvl w:ilvl="0" w:tplc="28A005B0">
      <w:numFmt w:val="bullet"/>
      <w:lvlText w:val="–"/>
      <w:lvlJc w:val="left"/>
      <w:pPr>
        <w:ind w:left="927" w:hanging="360"/>
      </w:pPr>
      <w:rPr>
        <w:rFonts w:ascii="Arial" w:eastAsiaTheme="minorHAnsi" w:hAnsi="Arial" w:cs="Aria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1" w15:restartNumberingAfterBreak="0">
    <w:nsid w:val="2EF05C0A"/>
    <w:multiLevelType w:val="multilevel"/>
    <w:tmpl w:val="0F24357A"/>
    <w:lvl w:ilvl="0">
      <w:start w:val="1"/>
      <w:numFmt w:val="decimal"/>
      <w:lvlText w:val="%1"/>
      <w:lvlJc w:val="left"/>
      <w:pPr>
        <w:ind w:left="1065" w:hanging="705"/>
      </w:pPr>
      <w:rPr>
        <w:rFonts w:hint="default"/>
        <w:b w:val="0"/>
      </w:rPr>
    </w:lvl>
    <w:lvl w:ilvl="1">
      <w:start w:val="7"/>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2" w15:restartNumberingAfterBreak="0">
    <w:nsid w:val="31414076"/>
    <w:multiLevelType w:val="hybridMultilevel"/>
    <w:tmpl w:val="4030ED84"/>
    <w:lvl w:ilvl="0" w:tplc="04130001">
      <w:start w:val="1"/>
      <w:numFmt w:val="bullet"/>
      <w:lvlText w:val=""/>
      <w:lvlJc w:val="left"/>
      <w:pPr>
        <w:ind w:left="1428" w:hanging="360"/>
      </w:pPr>
      <w:rPr>
        <w:rFonts w:ascii="Symbol" w:hAnsi="Symbol" w:hint="default"/>
      </w:rPr>
    </w:lvl>
    <w:lvl w:ilvl="1" w:tplc="04130001">
      <w:start w:val="1"/>
      <w:numFmt w:val="bullet"/>
      <w:lvlText w:val=""/>
      <w:lvlJc w:val="left"/>
      <w:pPr>
        <w:ind w:left="2148" w:hanging="360"/>
      </w:pPr>
      <w:rPr>
        <w:rFonts w:ascii="Symbol" w:hAnsi="Symbol"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3" w15:restartNumberingAfterBreak="0">
    <w:nsid w:val="32BF063F"/>
    <w:multiLevelType w:val="multilevel"/>
    <w:tmpl w:val="39282FF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4300CF"/>
    <w:multiLevelType w:val="hybridMultilevel"/>
    <w:tmpl w:val="7CCC2C70"/>
    <w:lvl w:ilvl="0" w:tplc="898E991A">
      <w:start w:val="1"/>
      <w:numFmt w:val="lowerLetter"/>
      <w:lvlText w:val="%1)"/>
      <w:lvlJc w:val="left"/>
      <w:pPr>
        <w:ind w:left="992" w:hanging="425"/>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363307CF"/>
    <w:multiLevelType w:val="hybridMultilevel"/>
    <w:tmpl w:val="7AF226BC"/>
    <w:lvl w:ilvl="0" w:tplc="5FCC7D0C">
      <w:start w:val="1"/>
      <w:numFmt w:val="lowerRoman"/>
      <w:lvlText w:val="%1."/>
      <w:lvlJc w:val="left"/>
      <w:pPr>
        <w:ind w:left="2487" w:hanging="360"/>
      </w:pPr>
      <w:rPr>
        <w:rFonts w:hint="default"/>
      </w:rPr>
    </w:lvl>
    <w:lvl w:ilvl="1" w:tplc="0C090019" w:tentative="1">
      <w:start w:val="1"/>
      <w:numFmt w:val="lowerLetter"/>
      <w:lvlText w:val="%2."/>
      <w:lvlJc w:val="left"/>
      <w:pPr>
        <w:ind w:left="3207" w:hanging="360"/>
      </w:pPr>
    </w:lvl>
    <w:lvl w:ilvl="2" w:tplc="0C09001B" w:tentative="1">
      <w:start w:val="1"/>
      <w:numFmt w:val="lowerRoman"/>
      <w:lvlText w:val="%3."/>
      <w:lvlJc w:val="right"/>
      <w:pPr>
        <w:ind w:left="3927" w:hanging="180"/>
      </w:pPr>
    </w:lvl>
    <w:lvl w:ilvl="3" w:tplc="0C09000F" w:tentative="1">
      <w:start w:val="1"/>
      <w:numFmt w:val="decimal"/>
      <w:lvlText w:val="%4."/>
      <w:lvlJc w:val="left"/>
      <w:pPr>
        <w:ind w:left="4647" w:hanging="360"/>
      </w:pPr>
    </w:lvl>
    <w:lvl w:ilvl="4" w:tplc="0C090019" w:tentative="1">
      <w:start w:val="1"/>
      <w:numFmt w:val="lowerLetter"/>
      <w:lvlText w:val="%5."/>
      <w:lvlJc w:val="left"/>
      <w:pPr>
        <w:ind w:left="5367" w:hanging="360"/>
      </w:pPr>
    </w:lvl>
    <w:lvl w:ilvl="5" w:tplc="0C09001B" w:tentative="1">
      <w:start w:val="1"/>
      <w:numFmt w:val="lowerRoman"/>
      <w:lvlText w:val="%6."/>
      <w:lvlJc w:val="right"/>
      <w:pPr>
        <w:ind w:left="6087" w:hanging="180"/>
      </w:pPr>
    </w:lvl>
    <w:lvl w:ilvl="6" w:tplc="0C09000F" w:tentative="1">
      <w:start w:val="1"/>
      <w:numFmt w:val="decimal"/>
      <w:lvlText w:val="%7."/>
      <w:lvlJc w:val="left"/>
      <w:pPr>
        <w:ind w:left="6807" w:hanging="360"/>
      </w:pPr>
    </w:lvl>
    <w:lvl w:ilvl="7" w:tplc="0C090019" w:tentative="1">
      <w:start w:val="1"/>
      <w:numFmt w:val="lowerLetter"/>
      <w:lvlText w:val="%8."/>
      <w:lvlJc w:val="left"/>
      <w:pPr>
        <w:ind w:left="7527" w:hanging="360"/>
      </w:pPr>
    </w:lvl>
    <w:lvl w:ilvl="8" w:tplc="0C09001B" w:tentative="1">
      <w:start w:val="1"/>
      <w:numFmt w:val="lowerRoman"/>
      <w:lvlText w:val="%9."/>
      <w:lvlJc w:val="right"/>
      <w:pPr>
        <w:ind w:left="8247" w:hanging="180"/>
      </w:pPr>
    </w:lvl>
  </w:abstractNum>
  <w:abstractNum w:abstractNumId="16" w15:restartNumberingAfterBreak="0">
    <w:nsid w:val="3ED236EB"/>
    <w:multiLevelType w:val="hybridMultilevel"/>
    <w:tmpl w:val="1300398A"/>
    <w:lvl w:ilvl="0" w:tplc="A59263E8">
      <w:start w:val="1"/>
      <w:numFmt w:val="bullet"/>
      <w:lvlText w:val="–"/>
      <w:lvlJc w:val="left"/>
      <w:pPr>
        <w:ind w:left="1287"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60B607C"/>
    <w:multiLevelType w:val="hybridMultilevel"/>
    <w:tmpl w:val="16B8E194"/>
    <w:lvl w:ilvl="0" w:tplc="A5B21392">
      <w:start w:val="1"/>
      <w:numFmt w:val="lowerLetter"/>
      <w:lvlText w:val="%1)"/>
      <w:lvlJc w:val="left"/>
      <w:pPr>
        <w:ind w:left="2705" w:hanging="360"/>
      </w:pPr>
    </w:lvl>
    <w:lvl w:ilvl="1" w:tplc="0C090019" w:tentative="1">
      <w:start w:val="1"/>
      <w:numFmt w:val="lowerLetter"/>
      <w:lvlText w:val="%2."/>
      <w:lvlJc w:val="left"/>
      <w:pPr>
        <w:ind w:left="3425" w:hanging="360"/>
      </w:pPr>
    </w:lvl>
    <w:lvl w:ilvl="2" w:tplc="0C09001B" w:tentative="1">
      <w:start w:val="1"/>
      <w:numFmt w:val="lowerRoman"/>
      <w:lvlText w:val="%3."/>
      <w:lvlJc w:val="right"/>
      <w:pPr>
        <w:ind w:left="4145" w:hanging="180"/>
      </w:pPr>
    </w:lvl>
    <w:lvl w:ilvl="3" w:tplc="0C09000F" w:tentative="1">
      <w:start w:val="1"/>
      <w:numFmt w:val="decimal"/>
      <w:lvlText w:val="%4."/>
      <w:lvlJc w:val="left"/>
      <w:pPr>
        <w:ind w:left="4865" w:hanging="360"/>
      </w:pPr>
    </w:lvl>
    <w:lvl w:ilvl="4" w:tplc="0C090019" w:tentative="1">
      <w:start w:val="1"/>
      <w:numFmt w:val="lowerLetter"/>
      <w:lvlText w:val="%5."/>
      <w:lvlJc w:val="left"/>
      <w:pPr>
        <w:ind w:left="5585" w:hanging="360"/>
      </w:pPr>
    </w:lvl>
    <w:lvl w:ilvl="5" w:tplc="0C09001B" w:tentative="1">
      <w:start w:val="1"/>
      <w:numFmt w:val="lowerRoman"/>
      <w:lvlText w:val="%6."/>
      <w:lvlJc w:val="right"/>
      <w:pPr>
        <w:ind w:left="6305" w:hanging="180"/>
      </w:pPr>
    </w:lvl>
    <w:lvl w:ilvl="6" w:tplc="0C09000F" w:tentative="1">
      <w:start w:val="1"/>
      <w:numFmt w:val="decimal"/>
      <w:lvlText w:val="%7."/>
      <w:lvlJc w:val="left"/>
      <w:pPr>
        <w:ind w:left="7025" w:hanging="360"/>
      </w:pPr>
    </w:lvl>
    <w:lvl w:ilvl="7" w:tplc="0C090019" w:tentative="1">
      <w:start w:val="1"/>
      <w:numFmt w:val="lowerLetter"/>
      <w:lvlText w:val="%8."/>
      <w:lvlJc w:val="left"/>
      <w:pPr>
        <w:ind w:left="7745" w:hanging="360"/>
      </w:pPr>
    </w:lvl>
    <w:lvl w:ilvl="8" w:tplc="0C09001B" w:tentative="1">
      <w:start w:val="1"/>
      <w:numFmt w:val="lowerRoman"/>
      <w:lvlText w:val="%9."/>
      <w:lvlJc w:val="right"/>
      <w:pPr>
        <w:ind w:left="8465" w:hanging="180"/>
      </w:pPr>
    </w:lvl>
  </w:abstractNum>
  <w:abstractNum w:abstractNumId="18" w15:restartNumberingAfterBreak="0">
    <w:nsid w:val="477B70E8"/>
    <w:multiLevelType w:val="hybridMultilevel"/>
    <w:tmpl w:val="A468C19A"/>
    <w:lvl w:ilvl="0" w:tplc="A9022B4E">
      <w:start w:val="1"/>
      <w:numFmt w:val="lowerRoman"/>
      <w:lvlText w:val="%1."/>
      <w:lvlJc w:val="left"/>
      <w:pPr>
        <w:ind w:left="1559" w:hanging="42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7051805"/>
    <w:multiLevelType w:val="hybridMultilevel"/>
    <w:tmpl w:val="F3EEB240"/>
    <w:lvl w:ilvl="0" w:tplc="3A66E474">
      <w:start w:val="1"/>
      <w:numFmt w:val="bullet"/>
      <w:lvlText w:val=""/>
      <w:lvlJc w:val="left"/>
      <w:pPr>
        <w:tabs>
          <w:tab w:val="num" w:pos="992"/>
        </w:tabs>
        <w:ind w:left="1276"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7BA3BE5"/>
    <w:multiLevelType w:val="hybridMultilevel"/>
    <w:tmpl w:val="54A4A0A4"/>
    <w:lvl w:ilvl="0" w:tplc="6794F108">
      <w:start w:val="1"/>
      <w:numFmt w:val="decimal"/>
      <w:lvlText w:val="(%1)"/>
      <w:lvlJc w:val="left"/>
      <w:pPr>
        <w:ind w:left="1137" w:hanging="57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1" w15:restartNumberingAfterBreak="0">
    <w:nsid w:val="57C8582F"/>
    <w:multiLevelType w:val="hybridMultilevel"/>
    <w:tmpl w:val="1E8C31EC"/>
    <w:lvl w:ilvl="0" w:tplc="933849E8">
      <w:start w:val="1"/>
      <w:numFmt w:val="lowerRoman"/>
      <w:lvlText w:val="%1."/>
      <w:lvlJc w:val="left"/>
      <w:pPr>
        <w:ind w:left="992" w:hanging="425"/>
      </w:pPr>
      <w:rPr>
        <w:rFonts w:hint="default"/>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2" w15:restartNumberingAfterBreak="0">
    <w:nsid w:val="5BEA59DC"/>
    <w:multiLevelType w:val="hybridMultilevel"/>
    <w:tmpl w:val="A7BC5F96"/>
    <w:lvl w:ilvl="0" w:tplc="DB88954E">
      <w:start w:val="1"/>
      <w:numFmt w:val="bullet"/>
      <w:pStyle w:val="ListDash"/>
      <w:lvlText w:val="–"/>
      <w:lvlJc w:val="left"/>
      <w:pPr>
        <w:ind w:left="992" w:hanging="425"/>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F1F34DC"/>
    <w:multiLevelType w:val="hybridMultilevel"/>
    <w:tmpl w:val="28FA74B6"/>
    <w:lvl w:ilvl="0" w:tplc="85B29DB8">
      <w:start w:val="1"/>
      <w:numFmt w:val="decimal"/>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4" w15:restartNumberingAfterBreak="0">
    <w:nsid w:val="70F52AB1"/>
    <w:multiLevelType w:val="hybridMultilevel"/>
    <w:tmpl w:val="8EF4AEFE"/>
    <w:lvl w:ilvl="0" w:tplc="DA9EA29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957495146">
    <w:abstractNumId w:val="4"/>
  </w:num>
  <w:num w:numId="2" w16cid:durableId="116071078">
    <w:abstractNumId w:val="2"/>
  </w:num>
  <w:num w:numId="3" w16cid:durableId="1673070733">
    <w:abstractNumId w:val="1"/>
  </w:num>
  <w:num w:numId="4" w16cid:durableId="793596566">
    <w:abstractNumId w:val="0"/>
  </w:num>
  <w:num w:numId="5" w16cid:durableId="2029677132">
    <w:abstractNumId w:val="9"/>
  </w:num>
  <w:num w:numId="6" w16cid:durableId="1577083321">
    <w:abstractNumId w:val="15"/>
  </w:num>
  <w:num w:numId="7" w16cid:durableId="678194638">
    <w:abstractNumId w:val="18"/>
  </w:num>
  <w:num w:numId="8" w16cid:durableId="1002664092">
    <w:abstractNumId w:val="21"/>
  </w:num>
  <w:num w:numId="9" w16cid:durableId="268128975">
    <w:abstractNumId w:val="3"/>
  </w:num>
  <w:num w:numId="10" w16cid:durableId="811219172">
    <w:abstractNumId w:val="14"/>
  </w:num>
  <w:num w:numId="11" w16cid:durableId="1973175670">
    <w:abstractNumId w:val="5"/>
  </w:num>
  <w:num w:numId="12" w16cid:durableId="1494687303">
    <w:abstractNumId w:val="17"/>
  </w:num>
  <w:num w:numId="13" w16cid:durableId="558054124">
    <w:abstractNumId w:val="16"/>
  </w:num>
  <w:num w:numId="14" w16cid:durableId="1004865913">
    <w:abstractNumId w:val="10"/>
  </w:num>
  <w:num w:numId="15" w16cid:durableId="1387071140">
    <w:abstractNumId w:val="24"/>
  </w:num>
  <w:num w:numId="16" w16cid:durableId="1725518712">
    <w:abstractNumId w:val="24"/>
    <w:lvlOverride w:ilvl="0">
      <w:startOverride w:val="1"/>
    </w:lvlOverride>
  </w:num>
  <w:num w:numId="17" w16cid:durableId="1175728780">
    <w:abstractNumId w:val="24"/>
    <w:lvlOverride w:ilvl="0">
      <w:lvl w:ilvl="0" w:tplc="DA9EA294">
        <w:start w:val="1"/>
        <w:numFmt w:val="decimal"/>
        <w:lvlText w:val="%1."/>
        <w:lvlJc w:val="left"/>
        <w:pPr>
          <w:ind w:left="992" w:hanging="425"/>
        </w:pPr>
        <w:rPr>
          <w:rFonts w:hint="default"/>
        </w:rPr>
      </w:lvl>
    </w:lvlOverride>
    <w:lvlOverride w:ilvl="1">
      <w:lvl w:ilvl="1" w:tplc="0C090019" w:tentative="1">
        <w:start w:val="1"/>
        <w:numFmt w:val="lowerLetter"/>
        <w:lvlText w:val="%2."/>
        <w:lvlJc w:val="left"/>
        <w:pPr>
          <w:ind w:left="1440" w:hanging="360"/>
        </w:pPr>
      </w:lvl>
    </w:lvlOverride>
    <w:lvlOverride w:ilvl="2">
      <w:lvl w:ilvl="2" w:tplc="0C09001B" w:tentative="1">
        <w:start w:val="1"/>
        <w:numFmt w:val="lowerRoman"/>
        <w:lvlText w:val="%3."/>
        <w:lvlJc w:val="right"/>
        <w:pPr>
          <w:ind w:left="2160" w:hanging="180"/>
        </w:pPr>
      </w:lvl>
    </w:lvlOverride>
    <w:lvlOverride w:ilvl="3">
      <w:lvl w:ilvl="3" w:tplc="0C09000F" w:tentative="1">
        <w:start w:val="1"/>
        <w:numFmt w:val="decimal"/>
        <w:lvlText w:val="%4."/>
        <w:lvlJc w:val="left"/>
        <w:pPr>
          <w:ind w:left="2880" w:hanging="360"/>
        </w:pPr>
      </w:lvl>
    </w:lvlOverride>
    <w:lvlOverride w:ilvl="4">
      <w:lvl w:ilvl="4" w:tplc="0C090019" w:tentative="1">
        <w:start w:val="1"/>
        <w:numFmt w:val="lowerLetter"/>
        <w:lvlText w:val="%5."/>
        <w:lvlJc w:val="left"/>
        <w:pPr>
          <w:ind w:left="3600" w:hanging="360"/>
        </w:pPr>
      </w:lvl>
    </w:lvlOverride>
    <w:lvlOverride w:ilvl="5">
      <w:lvl w:ilvl="5" w:tplc="0C09001B" w:tentative="1">
        <w:start w:val="1"/>
        <w:numFmt w:val="lowerRoman"/>
        <w:lvlText w:val="%6."/>
        <w:lvlJc w:val="right"/>
        <w:pPr>
          <w:ind w:left="4320" w:hanging="180"/>
        </w:pPr>
      </w:lvl>
    </w:lvlOverride>
    <w:lvlOverride w:ilvl="6">
      <w:lvl w:ilvl="6" w:tplc="0C09000F" w:tentative="1">
        <w:start w:val="1"/>
        <w:numFmt w:val="decimal"/>
        <w:lvlText w:val="%7."/>
        <w:lvlJc w:val="left"/>
        <w:pPr>
          <w:ind w:left="5040" w:hanging="360"/>
        </w:pPr>
      </w:lvl>
    </w:lvlOverride>
    <w:lvlOverride w:ilvl="7">
      <w:lvl w:ilvl="7" w:tplc="0C090019" w:tentative="1">
        <w:start w:val="1"/>
        <w:numFmt w:val="lowerLetter"/>
        <w:lvlText w:val="%8."/>
        <w:lvlJc w:val="left"/>
        <w:pPr>
          <w:ind w:left="5760" w:hanging="360"/>
        </w:pPr>
      </w:lvl>
    </w:lvlOverride>
    <w:lvlOverride w:ilvl="8">
      <w:lvl w:ilvl="8" w:tplc="0C09001B" w:tentative="1">
        <w:start w:val="1"/>
        <w:numFmt w:val="lowerRoman"/>
        <w:lvlText w:val="%9."/>
        <w:lvlJc w:val="right"/>
        <w:pPr>
          <w:ind w:left="6480" w:hanging="180"/>
        </w:pPr>
      </w:lvl>
    </w:lvlOverride>
  </w:num>
  <w:num w:numId="18" w16cid:durableId="509029707">
    <w:abstractNumId w:val="24"/>
    <w:lvlOverride w:ilvl="0">
      <w:lvl w:ilvl="0" w:tplc="DA9EA294">
        <w:start w:val="1"/>
        <w:numFmt w:val="decimal"/>
        <w:lvlText w:val="%1."/>
        <w:lvlJc w:val="left"/>
        <w:pPr>
          <w:ind w:left="992" w:hanging="425"/>
        </w:pPr>
        <w:rPr>
          <w:rFonts w:hint="default"/>
        </w:rPr>
      </w:lvl>
    </w:lvlOverride>
    <w:lvlOverride w:ilvl="1">
      <w:lvl w:ilvl="1" w:tplc="0C090019" w:tentative="1">
        <w:start w:val="1"/>
        <w:numFmt w:val="lowerLetter"/>
        <w:lvlText w:val="%2."/>
        <w:lvlJc w:val="left"/>
        <w:pPr>
          <w:ind w:left="1440" w:hanging="360"/>
        </w:pPr>
      </w:lvl>
    </w:lvlOverride>
    <w:lvlOverride w:ilvl="2">
      <w:lvl w:ilvl="2" w:tplc="0C09001B" w:tentative="1">
        <w:start w:val="1"/>
        <w:numFmt w:val="lowerRoman"/>
        <w:lvlText w:val="%3."/>
        <w:lvlJc w:val="right"/>
        <w:pPr>
          <w:ind w:left="2160" w:hanging="180"/>
        </w:pPr>
      </w:lvl>
    </w:lvlOverride>
    <w:lvlOverride w:ilvl="3">
      <w:lvl w:ilvl="3" w:tplc="0C09000F" w:tentative="1">
        <w:start w:val="1"/>
        <w:numFmt w:val="decimal"/>
        <w:lvlText w:val="%4."/>
        <w:lvlJc w:val="left"/>
        <w:pPr>
          <w:ind w:left="2880" w:hanging="360"/>
        </w:pPr>
      </w:lvl>
    </w:lvlOverride>
    <w:lvlOverride w:ilvl="4">
      <w:lvl w:ilvl="4" w:tplc="0C090019" w:tentative="1">
        <w:start w:val="1"/>
        <w:numFmt w:val="lowerLetter"/>
        <w:lvlText w:val="%5."/>
        <w:lvlJc w:val="left"/>
        <w:pPr>
          <w:ind w:left="3600" w:hanging="360"/>
        </w:pPr>
      </w:lvl>
    </w:lvlOverride>
    <w:lvlOverride w:ilvl="5">
      <w:lvl w:ilvl="5" w:tplc="0C09001B" w:tentative="1">
        <w:start w:val="1"/>
        <w:numFmt w:val="lowerRoman"/>
        <w:lvlText w:val="%6."/>
        <w:lvlJc w:val="right"/>
        <w:pPr>
          <w:ind w:left="4320" w:hanging="180"/>
        </w:pPr>
      </w:lvl>
    </w:lvlOverride>
    <w:lvlOverride w:ilvl="6">
      <w:lvl w:ilvl="6" w:tplc="0C09000F" w:tentative="1">
        <w:start w:val="1"/>
        <w:numFmt w:val="decimal"/>
        <w:lvlText w:val="%7."/>
        <w:lvlJc w:val="left"/>
        <w:pPr>
          <w:ind w:left="5040" w:hanging="360"/>
        </w:pPr>
      </w:lvl>
    </w:lvlOverride>
    <w:lvlOverride w:ilvl="7">
      <w:lvl w:ilvl="7" w:tplc="0C090019" w:tentative="1">
        <w:start w:val="1"/>
        <w:numFmt w:val="lowerLetter"/>
        <w:lvlText w:val="%8."/>
        <w:lvlJc w:val="left"/>
        <w:pPr>
          <w:ind w:left="5760" w:hanging="360"/>
        </w:pPr>
      </w:lvl>
    </w:lvlOverride>
    <w:lvlOverride w:ilvl="8">
      <w:lvl w:ilvl="8" w:tplc="0C09001B" w:tentative="1">
        <w:start w:val="1"/>
        <w:numFmt w:val="lowerRoman"/>
        <w:lvlText w:val="%9."/>
        <w:lvlJc w:val="right"/>
        <w:pPr>
          <w:ind w:left="6480" w:hanging="180"/>
        </w:pPr>
      </w:lvl>
    </w:lvlOverride>
  </w:num>
  <w:num w:numId="19" w16cid:durableId="626743012">
    <w:abstractNumId w:val="24"/>
    <w:lvlOverride w:ilvl="0">
      <w:startOverride w:val="1"/>
      <w:lvl w:ilvl="0" w:tplc="DA9EA294">
        <w:start w:val="1"/>
        <w:numFmt w:val="decimal"/>
        <w:lvlText w:val="%1."/>
        <w:lvlJc w:val="left"/>
        <w:pPr>
          <w:ind w:left="992" w:hanging="425"/>
        </w:pPr>
        <w:rPr>
          <w:rFonts w:hint="default"/>
        </w:rPr>
      </w:lvl>
    </w:lvlOverride>
  </w:num>
  <w:num w:numId="20" w16cid:durableId="986936709">
    <w:abstractNumId w:val="2"/>
    <w:lvlOverride w:ilvl="0">
      <w:startOverride w:val="1"/>
    </w:lvlOverride>
  </w:num>
  <w:num w:numId="21" w16cid:durableId="1557207450">
    <w:abstractNumId w:val="19"/>
  </w:num>
  <w:num w:numId="22" w16cid:durableId="1892500086">
    <w:abstractNumId w:val="6"/>
  </w:num>
  <w:num w:numId="23" w16cid:durableId="292175541">
    <w:abstractNumId w:val="22"/>
  </w:num>
  <w:num w:numId="24" w16cid:durableId="260990686">
    <w:abstractNumId w:val="7"/>
  </w:num>
  <w:num w:numId="25" w16cid:durableId="1911690579">
    <w:abstractNumId w:val="23"/>
  </w:num>
  <w:num w:numId="26" w16cid:durableId="1086611153">
    <w:abstractNumId w:val="20"/>
  </w:num>
  <w:num w:numId="27" w16cid:durableId="646400376">
    <w:abstractNumId w:val="13"/>
  </w:num>
  <w:num w:numId="28" w16cid:durableId="1173959591">
    <w:abstractNumId w:val="11"/>
  </w:num>
  <w:num w:numId="29" w16cid:durableId="815806535">
    <w:abstractNumId w:val="8"/>
  </w:num>
  <w:num w:numId="30" w16cid:durableId="16733602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0FE"/>
    <w:rsid w:val="0000099A"/>
    <w:rsid w:val="00012231"/>
    <w:rsid w:val="00035BB1"/>
    <w:rsid w:val="000374A0"/>
    <w:rsid w:val="0006237B"/>
    <w:rsid w:val="00092327"/>
    <w:rsid w:val="00096119"/>
    <w:rsid w:val="000C6DD2"/>
    <w:rsid w:val="000D69CF"/>
    <w:rsid w:val="000E16DC"/>
    <w:rsid w:val="000E5BC3"/>
    <w:rsid w:val="001102CC"/>
    <w:rsid w:val="00132CB7"/>
    <w:rsid w:val="0014493A"/>
    <w:rsid w:val="00164733"/>
    <w:rsid w:val="00184ED2"/>
    <w:rsid w:val="001B30FE"/>
    <w:rsid w:val="001C16D1"/>
    <w:rsid w:val="001D24C0"/>
    <w:rsid w:val="001E1D24"/>
    <w:rsid w:val="001E6D07"/>
    <w:rsid w:val="00204E07"/>
    <w:rsid w:val="00227462"/>
    <w:rsid w:val="0028056D"/>
    <w:rsid w:val="002921FA"/>
    <w:rsid w:val="002A1A0C"/>
    <w:rsid w:val="00323DFD"/>
    <w:rsid w:val="00327E46"/>
    <w:rsid w:val="0033230C"/>
    <w:rsid w:val="00343961"/>
    <w:rsid w:val="0037311A"/>
    <w:rsid w:val="00373FAC"/>
    <w:rsid w:val="00383CBA"/>
    <w:rsid w:val="003A007D"/>
    <w:rsid w:val="003B586E"/>
    <w:rsid w:val="003C4D1E"/>
    <w:rsid w:val="003C6DA8"/>
    <w:rsid w:val="003C78F9"/>
    <w:rsid w:val="003D6085"/>
    <w:rsid w:val="003E3CC6"/>
    <w:rsid w:val="00406291"/>
    <w:rsid w:val="004236AE"/>
    <w:rsid w:val="004313EF"/>
    <w:rsid w:val="004567D7"/>
    <w:rsid w:val="004756BD"/>
    <w:rsid w:val="00493829"/>
    <w:rsid w:val="00495BE1"/>
    <w:rsid w:val="004E7639"/>
    <w:rsid w:val="004F7B84"/>
    <w:rsid w:val="00507313"/>
    <w:rsid w:val="00520578"/>
    <w:rsid w:val="00527C6C"/>
    <w:rsid w:val="0053248C"/>
    <w:rsid w:val="00542B80"/>
    <w:rsid w:val="005529E0"/>
    <w:rsid w:val="0057406E"/>
    <w:rsid w:val="00592726"/>
    <w:rsid w:val="005A4AEA"/>
    <w:rsid w:val="006001EA"/>
    <w:rsid w:val="00617742"/>
    <w:rsid w:val="0063187C"/>
    <w:rsid w:val="006363B1"/>
    <w:rsid w:val="00684B7C"/>
    <w:rsid w:val="006A58CD"/>
    <w:rsid w:val="006C7E16"/>
    <w:rsid w:val="006E74BD"/>
    <w:rsid w:val="006F1174"/>
    <w:rsid w:val="00707C76"/>
    <w:rsid w:val="00735487"/>
    <w:rsid w:val="00776C63"/>
    <w:rsid w:val="007E5E94"/>
    <w:rsid w:val="007F010C"/>
    <w:rsid w:val="008009B9"/>
    <w:rsid w:val="0081564F"/>
    <w:rsid w:val="0082168D"/>
    <w:rsid w:val="00827C6A"/>
    <w:rsid w:val="00842C68"/>
    <w:rsid w:val="008710EB"/>
    <w:rsid w:val="00871275"/>
    <w:rsid w:val="008720ED"/>
    <w:rsid w:val="008940AA"/>
    <w:rsid w:val="008C020D"/>
    <w:rsid w:val="008E0778"/>
    <w:rsid w:val="00936D0C"/>
    <w:rsid w:val="00956C50"/>
    <w:rsid w:val="00964884"/>
    <w:rsid w:val="00A072F5"/>
    <w:rsid w:val="00A24296"/>
    <w:rsid w:val="00A8657F"/>
    <w:rsid w:val="00AF3F84"/>
    <w:rsid w:val="00B04CAA"/>
    <w:rsid w:val="00B2331C"/>
    <w:rsid w:val="00B30421"/>
    <w:rsid w:val="00B36AEE"/>
    <w:rsid w:val="00B42306"/>
    <w:rsid w:val="00B60103"/>
    <w:rsid w:val="00B637CB"/>
    <w:rsid w:val="00B70407"/>
    <w:rsid w:val="00B86466"/>
    <w:rsid w:val="00B908C0"/>
    <w:rsid w:val="00B94160"/>
    <w:rsid w:val="00B960C3"/>
    <w:rsid w:val="00BD35C9"/>
    <w:rsid w:val="00C1374A"/>
    <w:rsid w:val="00C14577"/>
    <w:rsid w:val="00C257F7"/>
    <w:rsid w:val="00C45441"/>
    <w:rsid w:val="00C46704"/>
    <w:rsid w:val="00C61A3F"/>
    <w:rsid w:val="00C658F2"/>
    <w:rsid w:val="00CA51B0"/>
    <w:rsid w:val="00CB5F1C"/>
    <w:rsid w:val="00CE1839"/>
    <w:rsid w:val="00D05449"/>
    <w:rsid w:val="00D10ECF"/>
    <w:rsid w:val="00D2753B"/>
    <w:rsid w:val="00D36038"/>
    <w:rsid w:val="00D47D3A"/>
    <w:rsid w:val="00D51804"/>
    <w:rsid w:val="00D706AF"/>
    <w:rsid w:val="00D96018"/>
    <w:rsid w:val="00DC42B9"/>
    <w:rsid w:val="00DD1068"/>
    <w:rsid w:val="00E62749"/>
    <w:rsid w:val="00E6504E"/>
    <w:rsid w:val="00E74022"/>
    <w:rsid w:val="00E95603"/>
    <w:rsid w:val="00E965DE"/>
    <w:rsid w:val="00EA0AEE"/>
    <w:rsid w:val="00ED525D"/>
    <w:rsid w:val="00ED5476"/>
    <w:rsid w:val="00F005C9"/>
    <w:rsid w:val="00F16DB9"/>
    <w:rsid w:val="00F37A89"/>
    <w:rsid w:val="00F541A6"/>
    <w:rsid w:val="00F64E7F"/>
    <w:rsid w:val="00F9752D"/>
    <w:rsid w:val="00FA30AF"/>
    <w:rsid w:val="00FA71FE"/>
    <w:rsid w:val="00FC3EF6"/>
    <w:rsid w:val="00FD5CC1"/>
    <w:rsid w:val="00FE61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D91947"/>
  <w15:chartTrackingRefBased/>
  <w15:docId w15:val="{70A14D19-DD4E-4813-80E5-0C41B8750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174"/>
    <w:pPr>
      <w:spacing w:before="120" w:after="0" w:line="240" w:lineRule="auto"/>
      <w:jc w:val="both"/>
    </w:pPr>
    <w:rPr>
      <w:rFonts w:ascii="Arial" w:hAnsi="Arial"/>
      <w:sz w:val="20"/>
    </w:rPr>
  </w:style>
  <w:style w:type="paragraph" w:styleId="Heading1">
    <w:name w:val="heading 1"/>
    <w:basedOn w:val="Normal"/>
    <w:next w:val="Normal"/>
    <w:link w:val="Heading1Char"/>
    <w:uiPriority w:val="9"/>
    <w:qFormat/>
    <w:rsid w:val="00ED525D"/>
    <w:pPr>
      <w:keepNext/>
      <w:keepLines/>
      <w:numPr>
        <w:numId w:val="5"/>
      </w:numPr>
      <w:spacing w:before="360"/>
      <w:ind w:left="567" w:hanging="567"/>
      <w:outlineLvl w:val="0"/>
    </w:pPr>
    <w:rPr>
      <w:rFonts w:eastAsiaTheme="majorEastAsia" w:cstheme="majorBidi"/>
      <w:b/>
      <w:caps/>
      <w:color w:val="00B0F0"/>
      <w:sz w:val="24"/>
      <w:szCs w:val="32"/>
    </w:rPr>
  </w:style>
  <w:style w:type="paragraph" w:styleId="Heading2">
    <w:name w:val="heading 2"/>
    <w:basedOn w:val="Normal"/>
    <w:next w:val="Normal"/>
    <w:link w:val="Heading2Char"/>
    <w:uiPriority w:val="9"/>
    <w:unhideWhenUsed/>
    <w:qFormat/>
    <w:rsid w:val="00184ED2"/>
    <w:pPr>
      <w:keepNext/>
      <w:keepLines/>
      <w:numPr>
        <w:ilvl w:val="1"/>
        <w:numId w:val="5"/>
      </w:numPr>
      <w:spacing w:before="240"/>
      <w:outlineLvl w:val="1"/>
    </w:pPr>
    <w:rPr>
      <w:rFonts w:eastAsiaTheme="majorEastAsia" w:cstheme="majorBidi"/>
      <w:caps/>
      <w:color w:val="00B0F0"/>
      <w:szCs w:val="26"/>
    </w:rPr>
  </w:style>
  <w:style w:type="paragraph" w:styleId="Heading3">
    <w:name w:val="heading 3"/>
    <w:basedOn w:val="Normal"/>
    <w:link w:val="Heading3Char"/>
    <w:uiPriority w:val="9"/>
    <w:unhideWhenUsed/>
    <w:qFormat/>
    <w:rsid w:val="00ED525D"/>
    <w:pPr>
      <w:numPr>
        <w:ilvl w:val="2"/>
        <w:numId w:val="5"/>
      </w:numPr>
      <w:spacing w:before="240"/>
      <w:ind w:left="1134" w:hanging="1134"/>
      <w:outlineLvl w:val="2"/>
    </w:pPr>
    <w:rPr>
      <w:rFonts w:eastAsiaTheme="majorEastAsia" w:cstheme="majorBidi"/>
    </w:rPr>
  </w:style>
  <w:style w:type="paragraph" w:styleId="Heading4">
    <w:name w:val="heading 4"/>
    <w:basedOn w:val="Normal"/>
    <w:link w:val="Heading4Char"/>
    <w:uiPriority w:val="9"/>
    <w:unhideWhenUsed/>
    <w:qFormat/>
    <w:rsid w:val="00ED525D"/>
    <w:pPr>
      <w:numPr>
        <w:ilvl w:val="3"/>
        <w:numId w:val="5"/>
      </w:numPr>
      <w:ind w:left="1134" w:hanging="1134"/>
      <w:outlineLvl w:val="3"/>
    </w:pPr>
    <w:rPr>
      <w:rFonts w:eastAsiaTheme="majorEastAsia" w:cstheme="majorBidi"/>
      <w:iCs/>
    </w:rPr>
  </w:style>
  <w:style w:type="paragraph" w:styleId="Heading5">
    <w:name w:val="heading 5"/>
    <w:basedOn w:val="Normal"/>
    <w:link w:val="Heading5Char"/>
    <w:uiPriority w:val="9"/>
    <w:unhideWhenUsed/>
    <w:qFormat/>
    <w:rsid w:val="00C14577"/>
    <w:pPr>
      <w:numPr>
        <w:ilvl w:val="4"/>
        <w:numId w:val="5"/>
      </w:numPr>
      <w:ind w:left="1134" w:hanging="1134"/>
      <w:outlineLvl w:val="4"/>
    </w:pPr>
    <w:rPr>
      <w:rFonts w:eastAsiaTheme="majorEastAsia" w:cstheme="majorBidi"/>
    </w:rPr>
  </w:style>
  <w:style w:type="paragraph" w:styleId="Heading6">
    <w:name w:val="heading 6"/>
    <w:basedOn w:val="Normal"/>
    <w:link w:val="Heading6Char"/>
    <w:uiPriority w:val="9"/>
    <w:unhideWhenUsed/>
    <w:qFormat/>
    <w:rsid w:val="00184ED2"/>
    <w:pPr>
      <w:numPr>
        <w:ilvl w:val="5"/>
        <w:numId w:val="5"/>
      </w:numPr>
      <w:outlineLvl w:val="5"/>
    </w:pPr>
    <w:rPr>
      <w:rFonts w:eastAsiaTheme="majorEastAsia" w:cstheme="majorBidi"/>
    </w:rPr>
  </w:style>
  <w:style w:type="paragraph" w:styleId="Heading7">
    <w:name w:val="heading 7"/>
    <w:basedOn w:val="Normal"/>
    <w:link w:val="Heading7Char"/>
    <w:uiPriority w:val="9"/>
    <w:unhideWhenUsed/>
    <w:rsid w:val="004F7B84"/>
    <w:pPr>
      <w:numPr>
        <w:ilvl w:val="6"/>
        <w:numId w:val="5"/>
      </w:numPr>
      <w:contextualSpacing/>
      <w:outlineLvl w:val="6"/>
    </w:pPr>
    <w:rPr>
      <w:rFonts w:eastAsiaTheme="majorEastAsia" w:cstheme="majorBidi"/>
      <w:iCs/>
    </w:rPr>
  </w:style>
  <w:style w:type="paragraph" w:styleId="Heading8">
    <w:name w:val="heading 8"/>
    <w:basedOn w:val="Normal"/>
    <w:link w:val="Heading8Char"/>
    <w:uiPriority w:val="9"/>
    <w:unhideWhenUsed/>
    <w:qFormat/>
    <w:rsid w:val="008940AA"/>
    <w:pPr>
      <w:numPr>
        <w:ilvl w:val="7"/>
        <w:numId w:val="5"/>
      </w:numPr>
      <w:spacing w:after="240"/>
      <w:outlineLvl w:val="7"/>
    </w:pPr>
    <w:rPr>
      <w:rFonts w:eastAsiaTheme="majorEastAsia" w:cstheme="majorBidi"/>
      <w:szCs w:val="21"/>
    </w:rPr>
  </w:style>
  <w:style w:type="paragraph" w:styleId="Heading9">
    <w:name w:val="heading 9"/>
    <w:basedOn w:val="Normal"/>
    <w:link w:val="Heading9Char"/>
    <w:uiPriority w:val="9"/>
    <w:semiHidden/>
    <w:unhideWhenUsed/>
    <w:rsid w:val="003B586E"/>
    <w:pPr>
      <w:numPr>
        <w:ilvl w:val="8"/>
        <w:numId w:val="5"/>
      </w:numPr>
      <w:contextualSpacing/>
      <w:outlineLvl w:val="8"/>
    </w:pPr>
    <w:rPr>
      <w:rFonts w:eastAsiaTheme="majorEastAsia" w:cstheme="majorBid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ED5476"/>
    <w:pPr>
      <w:spacing w:before="360" w:after="120"/>
      <w:contextualSpacing/>
    </w:pPr>
    <w:rPr>
      <w:rFonts w:eastAsiaTheme="majorEastAsia" w:cstheme="majorBidi"/>
      <w:b/>
      <w:color w:val="00B0F0"/>
      <w:spacing w:val="-10"/>
      <w:kern w:val="28"/>
      <w:sz w:val="40"/>
      <w:szCs w:val="56"/>
    </w:rPr>
  </w:style>
  <w:style w:type="character" w:customStyle="1" w:styleId="TitleChar">
    <w:name w:val="Title Char"/>
    <w:basedOn w:val="DefaultParagraphFont"/>
    <w:link w:val="Title"/>
    <w:rsid w:val="00ED5476"/>
    <w:rPr>
      <w:rFonts w:ascii="Arial" w:eastAsiaTheme="majorEastAsia" w:hAnsi="Arial" w:cstheme="majorBidi"/>
      <w:b/>
      <w:color w:val="00B0F0"/>
      <w:spacing w:val="-10"/>
      <w:kern w:val="28"/>
      <w:sz w:val="40"/>
      <w:szCs w:val="56"/>
    </w:rPr>
  </w:style>
  <w:style w:type="paragraph" w:customStyle="1" w:styleId="SubtitleEdition">
    <w:name w:val="Subtitle Edition"/>
    <w:basedOn w:val="Normal"/>
    <w:qFormat/>
    <w:rsid w:val="00F005C9"/>
    <w:rPr>
      <w:color w:val="00B0F0"/>
      <w:sz w:val="24"/>
    </w:rPr>
  </w:style>
  <w:style w:type="character" w:customStyle="1" w:styleId="Heading1Char">
    <w:name w:val="Heading 1 Char"/>
    <w:basedOn w:val="DefaultParagraphFont"/>
    <w:link w:val="Heading1"/>
    <w:uiPriority w:val="9"/>
    <w:rsid w:val="00ED525D"/>
    <w:rPr>
      <w:rFonts w:ascii="Arial" w:eastAsiaTheme="majorEastAsia" w:hAnsi="Arial" w:cstheme="majorBidi"/>
      <w:b/>
      <w:caps/>
      <w:color w:val="00B0F0"/>
      <w:szCs w:val="32"/>
    </w:rPr>
  </w:style>
  <w:style w:type="character" w:customStyle="1" w:styleId="Heading2Char">
    <w:name w:val="Heading 2 Char"/>
    <w:basedOn w:val="DefaultParagraphFont"/>
    <w:link w:val="Heading2"/>
    <w:uiPriority w:val="9"/>
    <w:rsid w:val="00184ED2"/>
    <w:rPr>
      <w:rFonts w:ascii="Arial" w:eastAsiaTheme="majorEastAsia" w:hAnsi="Arial" w:cstheme="majorBidi"/>
      <w:caps/>
      <w:color w:val="00B0F0"/>
      <w:sz w:val="20"/>
      <w:szCs w:val="26"/>
    </w:rPr>
  </w:style>
  <w:style w:type="numbering" w:customStyle="1" w:styleId="ISCHeadings">
    <w:name w:val="ISC Headings"/>
    <w:uiPriority w:val="99"/>
    <w:rsid w:val="008940AA"/>
    <w:pPr>
      <w:numPr>
        <w:numId w:val="1"/>
      </w:numPr>
    </w:pPr>
  </w:style>
  <w:style w:type="character" w:customStyle="1" w:styleId="Heading3Char">
    <w:name w:val="Heading 3 Char"/>
    <w:basedOn w:val="DefaultParagraphFont"/>
    <w:link w:val="Heading3"/>
    <w:uiPriority w:val="9"/>
    <w:rsid w:val="00ED525D"/>
    <w:rPr>
      <w:rFonts w:ascii="Arial" w:eastAsiaTheme="majorEastAsia" w:hAnsi="Arial" w:cstheme="majorBidi"/>
      <w:sz w:val="20"/>
    </w:rPr>
  </w:style>
  <w:style w:type="character" w:customStyle="1" w:styleId="Heading4Char">
    <w:name w:val="Heading 4 Char"/>
    <w:basedOn w:val="DefaultParagraphFont"/>
    <w:link w:val="Heading4"/>
    <w:uiPriority w:val="9"/>
    <w:rsid w:val="00ED525D"/>
    <w:rPr>
      <w:rFonts w:ascii="Arial" w:eastAsiaTheme="majorEastAsia" w:hAnsi="Arial" w:cstheme="majorBidi"/>
      <w:iCs/>
      <w:sz w:val="20"/>
    </w:rPr>
  </w:style>
  <w:style w:type="character" w:customStyle="1" w:styleId="Heading5Char">
    <w:name w:val="Heading 5 Char"/>
    <w:basedOn w:val="DefaultParagraphFont"/>
    <w:link w:val="Heading5"/>
    <w:uiPriority w:val="9"/>
    <w:rsid w:val="00C14577"/>
    <w:rPr>
      <w:rFonts w:ascii="Arial" w:eastAsiaTheme="majorEastAsia" w:hAnsi="Arial" w:cstheme="majorBidi"/>
      <w:sz w:val="20"/>
    </w:rPr>
  </w:style>
  <w:style w:type="character" w:customStyle="1" w:styleId="Heading6Char">
    <w:name w:val="Heading 6 Char"/>
    <w:basedOn w:val="DefaultParagraphFont"/>
    <w:link w:val="Heading6"/>
    <w:uiPriority w:val="9"/>
    <w:rsid w:val="00184ED2"/>
    <w:rPr>
      <w:rFonts w:ascii="Arial" w:eastAsiaTheme="majorEastAsia" w:hAnsi="Arial" w:cstheme="majorBidi"/>
      <w:sz w:val="20"/>
    </w:rPr>
  </w:style>
  <w:style w:type="character" w:customStyle="1" w:styleId="Heading7Char">
    <w:name w:val="Heading 7 Char"/>
    <w:basedOn w:val="DefaultParagraphFont"/>
    <w:link w:val="Heading7"/>
    <w:uiPriority w:val="9"/>
    <w:rsid w:val="004F7B84"/>
    <w:rPr>
      <w:rFonts w:ascii="Arial" w:eastAsiaTheme="majorEastAsia" w:hAnsi="Arial" w:cstheme="majorBidi"/>
      <w:iCs/>
      <w:sz w:val="20"/>
    </w:rPr>
  </w:style>
  <w:style w:type="character" w:customStyle="1" w:styleId="Heading8Char">
    <w:name w:val="Heading 8 Char"/>
    <w:basedOn w:val="DefaultParagraphFont"/>
    <w:link w:val="Heading8"/>
    <w:uiPriority w:val="9"/>
    <w:rsid w:val="006363B1"/>
    <w:rPr>
      <w:rFonts w:ascii="Arial" w:eastAsiaTheme="majorEastAsia" w:hAnsi="Arial" w:cstheme="majorBidi"/>
      <w:sz w:val="20"/>
      <w:szCs w:val="21"/>
    </w:rPr>
  </w:style>
  <w:style w:type="character" w:customStyle="1" w:styleId="Heading9Char">
    <w:name w:val="Heading 9 Char"/>
    <w:basedOn w:val="DefaultParagraphFont"/>
    <w:link w:val="Heading9"/>
    <w:uiPriority w:val="9"/>
    <w:semiHidden/>
    <w:rsid w:val="003B586E"/>
    <w:rPr>
      <w:rFonts w:ascii="Arial" w:eastAsiaTheme="majorEastAsia" w:hAnsi="Arial" w:cstheme="majorBidi"/>
      <w:iCs/>
      <w:color w:val="272727" w:themeColor="text1" w:themeTint="D8"/>
      <w:sz w:val="20"/>
      <w:szCs w:val="21"/>
    </w:rPr>
  </w:style>
  <w:style w:type="paragraph" w:styleId="ListBullet2">
    <w:name w:val="List Bullet 2"/>
    <w:basedOn w:val="Normal"/>
    <w:uiPriority w:val="99"/>
    <w:unhideWhenUsed/>
    <w:rsid w:val="00EA0AEE"/>
    <w:pPr>
      <w:numPr>
        <w:numId w:val="24"/>
      </w:numPr>
      <w:contextualSpacing/>
    </w:pPr>
  </w:style>
  <w:style w:type="paragraph" w:styleId="ListBullet">
    <w:name w:val="List Bullet"/>
    <w:basedOn w:val="Normal"/>
    <w:uiPriority w:val="99"/>
    <w:unhideWhenUsed/>
    <w:rsid w:val="0006237B"/>
    <w:pPr>
      <w:numPr>
        <w:numId w:val="2"/>
      </w:numPr>
      <w:contextualSpacing/>
    </w:pPr>
  </w:style>
  <w:style w:type="paragraph" w:styleId="Footer">
    <w:name w:val="footer"/>
    <w:basedOn w:val="Normal"/>
    <w:link w:val="FooterChar"/>
    <w:uiPriority w:val="99"/>
    <w:unhideWhenUsed/>
    <w:rsid w:val="005529E0"/>
    <w:pPr>
      <w:widowControl w:val="0"/>
      <w:spacing w:line="240" w:lineRule="exact"/>
      <w:ind w:left="567"/>
      <w:contextualSpacing/>
    </w:pPr>
    <w:rPr>
      <w:caps/>
      <w:sz w:val="14"/>
      <w:szCs w:val="14"/>
      <w:lang w:eastAsia="ja-JP"/>
    </w:rPr>
  </w:style>
  <w:style w:type="character" w:customStyle="1" w:styleId="FooterChar">
    <w:name w:val="Footer Char"/>
    <w:basedOn w:val="DefaultParagraphFont"/>
    <w:link w:val="Footer"/>
    <w:uiPriority w:val="99"/>
    <w:rsid w:val="005529E0"/>
    <w:rPr>
      <w:rFonts w:ascii="Arial" w:hAnsi="Arial"/>
      <w:caps/>
      <w:sz w:val="14"/>
      <w:szCs w:val="14"/>
      <w:lang w:eastAsia="ja-JP"/>
    </w:rPr>
  </w:style>
  <w:style w:type="character" w:styleId="Hyperlink">
    <w:name w:val="Hyperlink"/>
    <w:basedOn w:val="DefaultParagraphFont"/>
    <w:uiPriority w:val="99"/>
    <w:qFormat/>
    <w:rsid w:val="00964884"/>
    <w:rPr>
      <w:rFonts w:ascii="Arial" w:hAnsi="Arial"/>
      <w:b w:val="0"/>
      <w:i w:val="0"/>
      <w:caps w:val="0"/>
      <w:smallCaps w:val="0"/>
      <w:strike w:val="0"/>
      <w:dstrike w:val="0"/>
      <w:vanish w:val="0"/>
      <w:color w:val="00B0F0"/>
      <w:sz w:val="20"/>
      <w:u w:val="none"/>
      <w:vertAlign w:val="baseline"/>
    </w:rPr>
  </w:style>
  <w:style w:type="paragraph" w:styleId="Subtitle">
    <w:name w:val="Subtitle"/>
    <w:basedOn w:val="Normal"/>
    <w:next w:val="Normal"/>
    <w:link w:val="SubtitleChar"/>
    <w:uiPriority w:val="11"/>
    <w:qFormat/>
    <w:rsid w:val="00ED5476"/>
    <w:pPr>
      <w:numPr>
        <w:ilvl w:val="1"/>
      </w:numPr>
    </w:pPr>
    <w:rPr>
      <w:rFonts w:eastAsiaTheme="minorEastAsia"/>
      <w:b/>
      <w:color w:val="00B0F0"/>
      <w:spacing w:val="15"/>
      <w:sz w:val="36"/>
      <w:szCs w:val="22"/>
    </w:rPr>
  </w:style>
  <w:style w:type="character" w:customStyle="1" w:styleId="SubtitleChar">
    <w:name w:val="Subtitle Char"/>
    <w:basedOn w:val="DefaultParagraphFont"/>
    <w:link w:val="Subtitle"/>
    <w:uiPriority w:val="11"/>
    <w:rsid w:val="00ED5476"/>
    <w:rPr>
      <w:rFonts w:ascii="Arial" w:eastAsiaTheme="minorEastAsia" w:hAnsi="Arial"/>
      <w:b/>
      <w:color w:val="00B0F0"/>
      <w:spacing w:val="15"/>
      <w:sz w:val="36"/>
      <w:szCs w:val="22"/>
    </w:rPr>
  </w:style>
  <w:style w:type="paragraph" w:styleId="TOC1">
    <w:name w:val="toc 1"/>
    <w:basedOn w:val="Normal"/>
    <w:next w:val="Normal"/>
    <w:autoRedefine/>
    <w:uiPriority w:val="39"/>
    <w:unhideWhenUsed/>
    <w:rsid w:val="00E74022"/>
    <w:pPr>
      <w:ind w:left="567" w:hanging="567"/>
    </w:pPr>
    <w:rPr>
      <w:caps/>
      <w:color w:val="00B0F0"/>
    </w:rPr>
  </w:style>
  <w:style w:type="paragraph" w:styleId="TOC4">
    <w:name w:val="toc 4"/>
    <w:basedOn w:val="Normal"/>
    <w:next w:val="Normal"/>
    <w:autoRedefine/>
    <w:uiPriority w:val="39"/>
    <w:unhideWhenUsed/>
    <w:rsid w:val="00520578"/>
    <w:pPr>
      <w:tabs>
        <w:tab w:val="right" w:leader="dot" w:pos="9016"/>
      </w:tabs>
      <w:spacing w:after="100"/>
      <w:ind w:left="1418" w:hanging="851"/>
    </w:pPr>
    <w:rPr>
      <w:noProof/>
    </w:rPr>
  </w:style>
  <w:style w:type="paragraph" w:styleId="TOC2">
    <w:name w:val="toc 2"/>
    <w:basedOn w:val="Normal"/>
    <w:next w:val="Normal"/>
    <w:autoRedefine/>
    <w:uiPriority w:val="39"/>
    <w:unhideWhenUsed/>
    <w:rsid w:val="006F1174"/>
    <w:pPr>
      <w:tabs>
        <w:tab w:val="right" w:leader="dot" w:pos="9016"/>
      </w:tabs>
      <w:ind w:left="1134" w:hanging="567"/>
    </w:pPr>
  </w:style>
  <w:style w:type="paragraph" w:styleId="BodyText">
    <w:name w:val="Body Text"/>
    <w:basedOn w:val="Normal"/>
    <w:link w:val="BodyTextChar"/>
    <w:uiPriority w:val="99"/>
    <w:unhideWhenUsed/>
    <w:rsid w:val="00D51804"/>
  </w:style>
  <w:style w:type="character" w:customStyle="1" w:styleId="BodyTextChar">
    <w:name w:val="Body Text Char"/>
    <w:basedOn w:val="DefaultParagraphFont"/>
    <w:link w:val="BodyText"/>
    <w:uiPriority w:val="99"/>
    <w:rsid w:val="00D51804"/>
    <w:rPr>
      <w:rFonts w:ascii="Arial" w:hAnsi="Arial"/>
      <w:sz w:val="20"/>
    </w:rPr>
  </w:style>
  <w:style w:type="paragraph" w:styleId="TOCHeading">
    <w:name w:val="TOC Heading"/>
    <w:basedOn w:val="Heading1"/>
    <w:next w:val="Normal"/>
    <w:uiPriority w:val="39"/>
    <w:unhideWhenUsed/>
    <w:qFormat/>
    <w:rsid w:val="000E5BC3"/>
    <w:pPr>
      <w:numPr>
        <w:numId w:val="0"/>
      </w:numPr>
      <w:spacing w:before="240"/>
      <w:jc w:val="center"/>
      <w:outlineLvl w:val="9"/>
    </w:pPr>
    <w:rPr>
      <w:rFonts w:cs="Arial"/>
      <w:bCs/>
      <w:szCs w:val="24"/>
    </w:rPr>
  </w:style>
  <w:style w:type="paragraph" w:customStyle="1" w:styleId="BodyTextHanging">
    <w:name w:val="Body Text Hanging"/>
    <w:basedOn w:val="Normal"/>
    <w:qFormat/>
    <w:rsid w:val="00D51804"/>
    <w:pPr>
      <w:ind w:left="567" w:hanging="567"/>
    </w:pPr>
  </w:style>
  <w:style w:type="paragraph" w:styleId="ListParagraph">
    <w:name w:val="List Paragraph"/>
    <w:basedOn w:val="Normal"/>
    <w:link w:val="ListParagraphChar"/>
    <w:uiPriority w:val="34"/>
    <w:qFormat/>
    <w:rsid w:val="00FD5CC1"/>
    <w:pPr>
      <w:ind w:left="567" w:hanging="567"/>
      <w:contextualSpacing/>
    </w:pPr>
  </w:style>
  <w:style w:type="paragraph" w:customStyle="1" w:styleId="BodyText-Bold">
    <w:name w:val="Body Text - Bold"/>
    <w:basedOn w:val="Normal"/>
    <w:next w:val="BodyText"/>
    <w:qFormat/>
    <w:rsid w:val="00D51804"/>
    <w:rPr>
      <w:b/>
      <w:bCs/>
    </w:rPr>
  </w:style>
  <w:style w:type="character" w:customStyle="1" w:styleId="Bold">
    <w:name w:val="Bold"/>
    <w:uiPriority w:val="1"/>
    <w:qFormat/>
    <w:rsid w:val="004567D7"/>
    <w:rPr>
      <w:b/>
      <w:bCs/>
    </w:rPr>
  </w:style>
  <w:style w:type="paragraph" w:customStyle="1" w:styleId="ListDash">
    <w:name w:val="List Dash"/>
    <w:basedOn w:val="ListBullet"/>
    <w:qFormat/>
    <w:rsid w:val="0006237B"/>
    <w:pPr>
      <w:numPr>
        <w:numId w:val="23"/>
      </w:numPr>
    </w:pPr>
  </w:style>
  <w:style w:type="paragraph" w:customStyle="1" w:styleId="BodyText-BoldItalic">
    <w:name w:val="Body Text - Bold Italic"/>
    <w:basedOn w:val="BodyText-Bold"/>
    <w:qFormat/>
    <w:rsid w:val="00D51804"/>
    <w:rPr>
      <w:i/>
      <w:iCs/>
    </w:rPr>
  </w:style>
  <w:style w:type="paragraph" w:customStyle="1" w:styleId="BodyText-BoldUnderline">
    <w:name w:val="Body Text - Bold Underline"/>
    <w:basedOn w:val="BodyText"/>
    <w:next w:val="BodyText"/>
    <w:qFormat/>
    <w:rsid w:val="00D51804"/>
    <w:rPr>
      <w:b/>
      <w:bCs/>
      <w:u w:val="single"/>
    </w:rPr>
  </w:style>
  <w:style w:type="character" w:styleId="UnresolvedMention">
    <w:name w:val="Unresolved Mention"/>
    <w:basedOn w:val="DefaultParagraphFont"/>
    <w:uiPriority w:val="99"/>
    <w:semiHidden/>
    <w:unhideWhenUsed/>
    <w:rsid w:val="00D51804"/>
    <w:rPr>
      <w:color w:val="605E5C"/>
      <w:shd w:val="clear" w:color="auto" w:fill="E1DFDD"/>
    </w:rPr>
  </w:style>
  <w:style w:type="paragraph" w:styleId="Header">
    <w:name w:val="header"/>
    <w:basedOn w:val="Normal"/>
    <w:link w:val="HeaderChar"/>
    <w:uiPriority w:val="99"/>
    <w:unhideWhenUsed/>
    <w:rsid w:val="00204E07"/>
    <w:pPr>
      <w:tabs>
        <w:tab w:val="center" w:pos="4513"/>
        <w:tab w:val="right" w:pos="9026"/>
      </w:tabs>
      <w:spacing w:before="0"/>
    </w:pPr>
  </w:style>
  <w:style w:type="character" w:customStyle="1" w:styleId="HeaderChar">
    <w:name w:val="Header Char"/>
    <w:basedOn w:val="DefaultParagraphFont"/>
    <w:link w:val="Header"/>
    <w:uiPriority w:val="99"/>
    <w:rsid w:val="00204E07"/>
    <w:rPr>
      <w:rFonts w:ascii="Arial" w:hAnsi="Arial"/>
      <w:sz w:val="20"/>
    </w:rPr>
  </w:style>
  <w:style w:type="paragraph" w:customStyle="1" w:styleId="ListParagraph2">
    <w:name w:val="List Paragraph 2"/>
    <w:basedOn w:val="ListParagraph"/>
    <w:qFormat/>
    <w:rsid w:val="00FD5CC1"/>
    <w:pPr>
      <w:ind w:left="1134"/>
    </w:pPr>
  </w:style>
  <w:style w:type="paragraph" w:customStyle="1" w:styleId="ListParagraph3">
    <w:name w:val="List Paragraph 3"/>
    <w:basedOn w:val="ListParagraph"/>
    <w:qFormat/>
    <w:rsid w:val="00FD5CC1"/>
    <w:pPr>
      <w:ind w:left="1701"/>
    </w:pPr>
  </w:style>
  <w:style w:type="paragraph" w:styleId="TOC3">
    <w:name w:val="toc 3"/>
    <w:basedOn w:val="TOC4"/>
    <w:next w:val="Normal"/>
    <w:autoRedefine/>
    <w:uiPriority w:val="39"/>
    <w:unhideWhenUsed/>
    <w:rsid w:val="006F1174"/>
  </w:style>
  <w:style w:type="paragraph" w:customStyle="1" w:styleId="Default">
    <w:name w:val="Default"/>
    <w:rsid w:val="001B30FE"/>
    <w:pPr>
      <w:autoSpaceDE w:val="0"/>
      <w:autoSpaceDN w:val="0"/>
      <w:adjustRightInd w:val="0"/>
      <w:spacing w:after="0" w:line="240" w:lineRule="auto"/>
    </w:pPr>
    <w:rPr>
      <w:rFonts w:ascii="Arial" w:eastAsia="Calibri" w:hAnsi="Arial" w:cs="Arial"/>
      <w:color w:val="000000"/>
      <w:kern w:val="0"/>
      <w:lang w:val="en-CA" w:eastAsia="en-CA"/>
      <w14:ligatures w14:val="none"/>
    </w:rPr>
  </w:style>
  <w:style w:type="character" w:customStyle="1" w:styleId="ListParagraphChar">
    <w:name w:val="List Paragraph Char"/>
    <w:basedOn w:val="DefaultParagraphFont"/>
    <w:link w:val="ListParagraph"/>
    <w:uiPriority w:val="34"/>
    <w:rsid w:val="001B30FE"/>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FAI.ORG"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FAI.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a\Documents\Documents\Skydiving%20-%20FAI%20Bureau%20Stuff\CR's,%20Handbooks,%20SC5,%20etc\Templates\CR's%20(Final%202025)%20on%20ISC%20template%20(1)\IS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79ED1-5AE2-4E5E-9C43-F52A13AB7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ISC template</Template>
  <TotalTime>4</TotalTime>
  <Pages>5</Pages>
  <Words>1590</Words>
  <Characters>9068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and Vera Asquith</dc:creator>
  <cp:keywords/>
  <dc:description/>
  <cp:lastModifiedBy>Rob and Vera Asquith</cp:lastModifiedBy>
  <cp:revision>3</cp:revision>
  <dcterms:created xsi:type="dcterms:W3CDTF">2025-03-05T16:37:00Z</dcterms:created>
  <dcterms:modified xsi:type="dcterms:W3CDTF">2025-03-05T16:50:00Z</dcterms:modified>
</cp:coreProperties>
</file>